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ind w:end="282" w:hanging="0"/>
        <w:rPr>
          <w:lang w:val="en-US" w:eastAsia="en-US"/>
        </w:rPr>
      </w:pPr>
      <w:r>
        <w:rPr>
          <w:lang w:val="en-US" w:eastAsia="en-US"/>
        </w:rPr>
        <mc:AlternateContent>
          <mc:Choice Requires="wpg">
            <w:drawing>
              <wp:anchor behindDoc="1" distT="0" distB="0" distL="114935" distR="114935" simplePos="0" locked="0" layoutInCell="1" allowOverlap="1" relativeHeight="2">
                <wp:simplePos x="0" y="0"/>
                <wp:positionH relativeFrom="column">
                  <wp:posOffset>165735</wp:posOffset>
                </wp:positionH>
                <wp:positionV relativeFrom="page">
                  <wp:posOffset>170180</wp:posOffset>
                </wp:positionV>
                <wp:extent cx="4176395" cy="417639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640" cy="41756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4175640" cy="4175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10000" y="0"/>
                                </a:lnTo>
                                <a:lnTo>
                                  <a:pt x="9824" y="0"/>
                                </a:lnTo>
                                <a:lnTo>
                                  <a:pt x="9650" y="6"/>
                                </a:lnTo>
                                <a:lnTo>
                                  <a:pt x="9474" y="12"/>
                                </a:lnTo>
                                <a:lnTo>
                                  <a:pt x="9300" y="24"/>
                                </a:lnTo>
                                <a:lnTo>
                                  <a:pt x="9127" y="36"/>
                                </a:lnTo>
                                <a:lnTo>
                                  <a:pt x="8954" y="55"/>
                                </a:lnTo>
                                <a:lnTo>
                                  <a:pt x="8780" y="73"/>
                                </a:lnTo>
                                <a:lnTo>
                                  <a:pt x="8607" y="94"/>
                                </a:lnTo>
                                <a:lnTo>
                                  <a:pt x="8434" y="122"/>
                                </a:lnTo>
                                <a:lnTo>
                                  <a:pt x="8263" y="149"/>
                                </a:lnTo>
                                <a:lnTo>
                                  <a:pt x="8090" y="182"/>
                                </a:lnTo>
                                <a:lnTo>
                                  <a:pt x="7920" y="216"/>
                                </a:lnTo>
                                <a:lnTo>
                                  <a:pt x="7749" y="255"/>
                                </a:lnTo>
                                <a:lnTo>
                                  <a:pt x="7579" y="295"/>
                                </a:lnTo>
                                <a:lnTo>
                                  <a:pt x="7412" y="341"/>
                                </a:lnTo>
                                <a:lnTo>
                                  <a:pt x="7241" y="386"/>
                                </a:lnTo>
                                <a:lnTo>
                                  <a:pt x="7074" y="435"/>
                                </a:lnTo>
                                <a:lnTo>
                                  <a:pt x="6907" y="487"/>
                                </a:lnTo>
                                <a:lnTo>
                                  <a:pt x="6743" y="544"/>
                                </a:lnTo>
                                <a:lnTo>
                                  <a:pt x="6578" y="602"/>
                                </a:lnTo>
                                <a:lnTo>
                                  <a:pt x="6414" y="663"/>
                                </a:lnTo>
                                <a:lnTo>
                                  <a:pt x="6253" y="727"/>
                                </a:lnTo>
                                <a:lnTo>
                                  <a:pt x="6092" y="794"/>
                                </a:lnTo>
                                <a:lnTo>
                                  <a:pt x="5931" y="864"/>
                                </a:lnTo>
                                <a:lnTo>
                                  <a:pt x="5773" y="937"/>
                                </a:lnTo>
                                <a:lnTo>
                                  <a:pt x="5614" y="1010"/>
                                </a:lnTo>
                                <a:lnTo>
                                  <a:pt x="5459" y="1089"/>
                                </a:lnTo>
                                <a:lnTo>
                                  <a:pt x="5304" y="1168"/>
                                </a:lnTo>
                                <a:lnTo>
                                  <a:pt x="5149" y="1253"/>
                                </a:lnTo>
                                <a:lnTo>
                                  <a:pt x="5000" y="1338"/>
                                </a:lnTo>
                                <a:lnTo>
                                  <a:pt x="4848" y="1426"/>
                                </a:lnTo>
                                <a:lnTo>
                                  <a:pt x="4699" y="1518"/>
                                </a:lnTo>
                                <a:lnTo>
                                  <a:pt x="4553" y="1612"/>
                                </a:lnTo>
                                <a:lnTo>
                                  <a:pt x="4407" y="1709"/>
                                </a:lnTo>
                                <a:lnTo>
                                  <a:pt x="4264" y="1807"/>
                                </a:lnTo>
                                <a:lnTo>
                                  <a:pt x="4121" y="1907"/>
                                </a:lnTo>
                                <a:lnTo>
                                  <a:pt x="3981" y="2013"/>
                                </a:lnTo>
                                <a:lnTo>
                                  <a:pt x="3841" y="2120"/>
                                </a:lnTo>
                                <a:lnTo>
                                  <a:pt x="3704" y="2226"/>
                                </a:lnTo>
                                <a:lnTo>
                                  <a:pt x="3571" y="2339"/>
                                </a:lnTo>
                                <a:lnTo>
                                  <a:pt x="3437" y="2451"/>
                                </a:lnTo>
                                <a:lnTo>
                                  <a:pt x="3306" y="2567"/>
                                </a:lnTo>
                                <a:lnTo>
                                  <a:pt x="3178" y="2686"/>
                                </a:lnTo>
                                <a:lnTo>
                                  <a:pt x="3050" y="2804"/>
                                </a:lnTo>
                                <a:lnTo>
                                  <a:pt x="2929" y="2929"/>
                                </a:lnTo>
                                <a:lnTo>
                                  <a:pt x="2804" y="3050"/>
                                </a:lnTo>
                                <a:lnTo>
                                  <a:pt x="2686" y="3178"/>
                                </a:lnTo>
                                <a:lnTo>
                                  <a:pt x="2567" y="3306"/>
                                </a:lnTo>
                                <a:lnTo>
                                  <a:pt x="2451" y="3437"/>
                                </a:lnTo>
                                <a:lnTo>
                                  <a:pt x="2339" y="3571"/>
                                </a:lnTo>
                                <a:lnTo>
                                  <a:pt x="2226" y="3704"/>
                                </a:lnTo>
                                <a:lnTo>
                                  <a:pt x="2120" y="3841"/>
                                </a:lnTo>
                                <a:lnTo>
                                  <a:pt x="2013" y="3981"/>
                                </a:lnTo>
                                <a:lnTo>
                                  <a:pt x="1907" y="4121"/>
                                </a:lnTo>
                                <a:lnTo>
                                  <a:pt x="1807" y="4264"/>
                                </a:lnTo>
                                <a:lnTo>
                                  <a:pt x="1709" y="4407"/>
                                </a:lnTo>
                                <a:lnTo>
                                  <a:pt x="1612" y="4553"/>
                                </a:lnTo>
                                <a:lnTo>
                                  <a:pt x="1518" y="4699"/>
                                </a:lnTo>
                                <a:lnTo>
                                  <a:pt x="1426" y="4848"/>
                                </a:lnTo>
                                <a:lnTo>
                                  <a:pt x="1338" y="4997"/>
                                </a:lnTo>
                                <a:lnTo>
                                  <a:pt x="1253" y="5149"/>
                                </a:lnTo>
                                <a:lnTo>
                                  <a:pt x="1168" y="5304"/>
                                </a:lnTo>
                                <a:lnTo>
                                  <a:pt x="1089" y="5459"/>
                                </a:lnTo>
                                <a:lnTo>
                                  <a:pt x="1010" y="5614"/>
                                </a:lnTo>
                                <a:lnTo>
                                  <a:pt x="937" y="5773"/>
                                </a:lnTo>
                                <a:lnTo>
                                  <a:pt x="864" y="5931"/>
                                </a:lnTo>
                                <a:lnTo>
                                  <a:pt x="794" y="6092"/>
                                </a:lnTo>
                                <a:lnTo>
                                  <a:pt x="727" y="6253"/>
                                </a:lnTo>
                                <a:lnTo>
                                  <a:pt x="663" y="6414"/>
                                </a:lnTo>
                                <a:lnTo>
                                  <a:pt x="602" y="6578"/>
                                </a:lnTo>
                                <a:lnTo>
                                  <a:pt x="544" y="6743"/>
                                </a:lnTo>
                                <a:lnTo>
                                  <a:pt x="487" y="6907"/>
                                </a:lnTo>
                                <a:lnTo>
                                  <a:pt x="435" y="7074"/>
                                </a:lnTo>
                                <a:lnTo>
                                  <a:pt x="386" y="7241"/>
                                </a:lnTo>
                                <a:lnTo>
                                  <a:pt x="341" y="7412"/>
                                </a:lnTo>
                                <a:lnTo>
                                  <a:pt x="295" y="7579"/>
                                </a:lnTo>
                                <a:lnTo>
                                  <a:pt x="255" y="7749"/>
                                </a:lnTo>
                                <a:lnTo>
                                  <a:pt x="216" y="7920"/>
                                </a:lnTo>
                                <a:lnTo>
                                  <a:pt x="182" y="8090"/>
                                </a:lnTo>
                                <a:lnTo>
                                  <a:pt x="149" y="8263"/>
                                </a:lnTo>
                                <a:lnTo>
                                  <a:pt x="122" y="8434"/>
                                </a:lnTo>
                                <a:lnTo>
                                  <a:pt x="94" y="8607"/>
                                </a:lnTo>
                                <a:lnTo>
                                  <a:pt x="73" y="8780"/>
                                </a:lnTo>
                                <a:lnTo>
                                  <a:pt x="55" y="8954"/>
                                </a:lnTo>
                                <a:lnTo>
                                  <a:pt x="36" y="9127"/>
                                </a:lnTo>
                                <a:lnTo>
                                  <a:pt x="24" y="9300"/>
                                </a:lnTo>
                                <a:lnTo>
                                  <a:pt x="12" y="9474"/>
                                </a:lnTo>
                                <a:lnTo>
                                  <a:pt x="6" y="9650"/>
                                </a:lnTo>
                                <a:lnTo>
                                  <a:pt x="0" y="9824"/>
                                </a:lnTo>
                                <a:lnTo>
                                  <a:pt x="0" y="9997"/>
                                </a:lnTo>
                                <a:lnTo>
                                  <a:pt x="0" y="10000"/>
                                </a:lnTo>
                                <a:lnTo>
                                  <a:pt x="0" y="10173"/>
                                </a:lnTo>
                                <a:lnTo>
                                  <a:pt x="6" y="10347"/>
                                </a:lnTo>
                                <a:lnTo>
                                  <a:pt x="12" y="10523"/>
                                </a:lnTo>
                                <a:lnTo>
                                  <a:pt x="24" y="10696"/>
                                </a:lnTo>
                                <a:lnTo>
                                  <a:pt x="36" y="10870"/>
                                </a:lnTo>
                                <a:lnTo>
                                  <a:pt x="55" y="11043"/>
                                </a:lnTo>
                                <a:lnTo>
                                  <a:pt x="73" y="11217"/>
                                </a:lnTo>
                                <a:lnTo>
                                  <a:pt x="94" y="11390"/>
                                </a:lnTo>
                                <a:lnTo>
                                  <a:pt x="122" y="11563"/>
                                </a:lnTo>
                                <a:lnTo>
                                  <a:pt x="149" y="11734"/>
                                </a:lnTo>
                                <a:lnTo>
                                  <a:pt x="182" y="11907"/>
                                </a:lnTo>
                                <a:lnTo>
                                  <a:pt x="216" y="12077"/>
                                </a:lnTo>
                                <a:lnTo>
                                  <a:pt x="255" y="12248"/>
                                </a:lnTo>
                                <a:lnTo>
                                  <a:pt x="295" y="12418"/>
                                </a:lnTo>
                                <a:lnTo>
                                  <a:pt x="341" y="12585"/>
                                </a:lnTo>
                                <a:lnTo>
                                  <a:pt x="386" y="12755"/>
                                </a:lnTo>
                                <a:lnTo>
                                  <a:pt x="435" y="12923"/>
                                </a:lnTo>
                                <a:lnTo>
                                  <a:pt x="487" y="13090"/>
                                </a:lnTo>
                                <a:lnTo>
                                  <a:pt x="544" y="13254"/>
                                </a:lnTo>
                                <a:lnTo>
                                  <a:pt x="602" y="13418"/>
                                </a:lnTo>
                                <a:lnTo>
                                  <a:pt x="663" y="13583"/>
                                </a:lnTo>
                                <a:lnTo>
                                  <a:pt x="727" y="13744"/>
                                </a:lnTo>
                                <a:lnTo>
                                  <a:pt x="794" y="13905"/>
                                </a:lnTo>
                                <a:lnTo>
                                  <a:pt x="864" y="14066"/>
                                </a:lnTo>
                                <a:lnTo>
                                  <a:pt x="937" y="14224"/>
                                </a:lnTo>
                                <a:lnTo>
                                  <a:pt x="1010" y="14383"/>
                                </a:lnTo>
                                <a:lnTo>
                                  <a:pt x="1089" y="14538"/>
                                </a:lnTo>
                                <a:lnTo>
                                  <a:pt x="1168" y="14693"/>
                                </a:lnTo>
                                <a:lnTo>
                                  <a:pt x="1253" y="14848"/>
                                </a:lnTo>
                                <a:lnTo>
                                  <a:pt x="1338" y="14997"/>
                                </a:lnTo>
                                <a:lnTo>
                                  <a:pt x="1426" y="15149"/>
                                </a:lnTo>
                                <a:lnTo>
                                  <a:pt x="1518" y="15298"/>
                                </a:lnTo>
                                <a:lnTo>
                                  <a:pt x="1612" y="15444"/>
                                </a:lnTo>
                                <a:lnTo>
                                  <a:pt x="1709" y="15590"/>
                                </a:lnTo>
                                <a:lnTo>
                                  <a:pt x="1807" y="15733"/>
                                </a:lnTo>
                                <a:lnTo>
                                  <a:pt x="1907" y="15876"/>
                                </a:lnTo>
                                <a:lnTo>
                                  <a:pt x="2013" y="16016"/>
                                </a:lnTo>
                                <a:lnTo>
                                  <a:pt x="2120" y="16156"/>
                                </a:lnTo>
                                <a:lnTo>
                                  <a:pt x="2226" y="16293"/>
                                </a:lnTo>
                                <a:lnTo>
                                  <a:pt x="2339" y="16426"/>
                                </a:lnTo>
                                <a:lnTo>
                                  <a:pt x="2451" y="16560"/>
                                </a:lnTo>
                                <a:lnTo>
                                  <a:pt x="2567" y="16691"/>
                                </a:lnTo>
                                <a:lnTo>
                                  <a:pt x="2686" y="16819"/>
                                </a:lnTo>
                                <a:lnTo>
                                  <a:pt x="2804" y="16946"/>
                                </a:lnTo>
                                <a:lnTo>
                                  <a:pt x="2929" y="17068"/>
                                </a:lnTo>
                                <a:lnTo>
                                  <a:pt x="3050" y="17193"/>
                                </a:lnTo>
                                <a:lnTo>
                                  <a:pt x="3178" y="17311"/>
                                </a:lnTo>
                                <a:lnTo>
                                  <a:pt x="3306" y="17430"/>
                                </a:lnTo>
                                <a:lnTo>
                                  <a:pt x="3437" y="17546"/>
                                </a:lnTo>
                                <a:lnTo>
                                  <a:pt x="3571" y="17658"/>
                                </a:lnTo>
                                <a:lnTo>
                                  <a:pt x="3704" y="17771"/>
                                </a:lnTo>
                                <a:lnTo>
                                  <a:pt x="3841" y="17877"/>
                                </a:lnTo>
                                <a:lnTo>
                                  <a:pt x="3981" y="17984"/>
                                </a:lnTo>
                                <a:lnTo>
                                  <a:pt x="4121" y="18090"/>
                                </a:lnTo>
                                <a:lnTo>
                                  <a:pt x="4264" y="18190"/>
                                </a:lnTo>
                                <a:lnTo>
                                  <a:pt x="4407" y="18288"/>
                                </a:lnTo>
                                <a:lnTo>
                                  <a:pt x="4553" y="18385"/>
                                </a:lnTo>
                                <a:lnTo>
                                  <a:pt x="4699" y="18479"/>
                                </a:lnTo>
                                <a:lnTo>
                                  <a:pt x="4848" y="18571"/>
                                </a:lnTo>
                                <a:lnTo>
                                  <a:pt x="4997" y="18659"/>
                                </a:lnTo>
                                <a:lnTo>
                                  <a:pt x="5149" y="18744"/>
                                </a:lnTo>
                                <a:lnTo>
                                  <a:pt x="5304" y="18829"/>
                                </a:lnTo>
                                <a:lnTo>
                                  <a:pt x="5459" y="18908"/>
                                </a:lnTo>
                                <a:lnTo>
                                  <a:pt x="5614" y="18987"/>
                                </a:lnTo>
                                <a:lnTo>
                                  <a:pt x="5773" y="19060"/>
                                </a:lnTo>
                                <a:lnTo>
                                  <a:pt x="5931" y="19133"/>
                                </a:lnTo>
                                <a:lnTo>
                                  <a:pt x="6092" y="19203"/>
                                </a:lnTo>
                                <a:lnTo>
                                  <a:pt x="6253" y="19270"/>
                                </a:lnTo>
                                <a:lnTo>
                                  <a:pt x="6414" y="19334"/>
                                </a:lnTo>
                                <a:lnTo>
                                  <a:pt x="6578" y="19395"/>
                                </a:lnTo>
                                <a:lnTo>
                                  <a:pt x="6743" y="19453"/>
                                </a:lnTo>
                                <a:lnTo>
                                  <a:pt x="6907" y="19510"/>
                                </a:lnTo>
                                <a:lnTo>
                                  <a:pt x="7074" y="19562"/>
                                </a:lnTo>
                                <a:lnTo>
                                  <a:pt x="7241" y="19611"/>
                                </a:lnTo>
                                <a:lnTo>
                                  <a:pt x="7412" y="19656"/>
                                </a:lnTo>
                                <a:lnTo>
                                  <a:pt x="7579" y="19702"/>
                                </a:lnTo>
                                <a:lnTo>
                                  <a:pt x="7749" y="19741"/>
                                </a:lnTo>
                                <a:lnTo>
                                  <a:pt x="7920" y="19781"/>
                                </a:lnTo>
                                <a:lnTo>
                                  <a:pt x="8090" y="19814"/>
                                </a:lnTo>
                                <a:lnTo>
                                  <a:pt x="8263" y="19848"/>
                                </a:lnTo>
                                <a:lnTo>
                                  <a:pt x="8434" y="19875"/>
                                </a:lnTo>
                                <a:lnTo>
                                  <a:pt x="8607" y="19903"/>
                                </a:lnTo>
                                <a:lnTo>
                                  <a:pt x="8780" y="19924"/>
                                </a:lnTo>
                                <a:lnTo>
                                  <a:pt x="8954" y="19942"/>
                                </a:lnTo>
                                <a:lnTo>
                                  <a:pt x="9127" y="19960"/>
                                </a:lnTo>
                                <a:lnTo>
                                  <a:pt x="9300" y="19973"/>
                                </a:lnTo>
                                <a:lnTo>
                                  <a:pt x="9474" y="19985"/>
                                </a:lnTo>
                                <a:lnTo>
                                  <a:pt x="9650" y="19991"/>
                                </a:lnTo>
                                <a:lnTo>
                                  <a:pt x="9824" y="19997"/>
                                </a:lnTo>
                                <a:lnTo>
                                  <a:pt x="10000" y="20000"/>
                                </a:lnTo>
                                <a:lnTo>
                                  <a:pt x="10000" y="20000"/>
                                </a:lnTo>
                                <a:lnTo>
                                  <a:pt x="10000" y="20000"/>
                                </a:lnTo>
                                <a:lnTo>
                                  <a:pt x="10173" y="19997"/>
                                </a:lnTo>
                                <a:lnTo>
                                  <a:pt x="10347" y="19991"/>
                                </a:lnTo>
                                <a:lnTo>
                                  <a:pt x="10523" y="19985"/>
                                </a:lnTo>
                                <a:lnTo>
                                  <a:pt x="10696" y="19973"/>
                                </a:lnTo>
                                <a:lnTo>
                                  <a:pt x="10870" y="19960"/>
                                </a:lnTo>
                                <a:lnTo>
                                  <a:pt x="11043" y="19942"/>
                                </a:lnTo>
                                <a:lnTo>
                                  <a:pt x="11217" y="19924"/>
                                </a:lnTo>
                                <a:lnTo>
                                  <a:pt x="11390" y="19903"/>
                                </a:lnTo>
                                <a:lnTo>
                                  <a:pt x="11563" y="19875"/>
                                </a:lnTo>
                                <a:lnTo>
                                  <a:pt x="11734" y="19848"/>
                                </a:lnTo>
                                <a:lnTo>
                                  <a:pt x="11907" y="19814"/>
                                </a:lnTo>
                                <a:lnTo>
                                  <a:pt x="12077" y="19781"/>
                                </a:lnTo>
                                <a:lnTo>
                                  <a:pt x="12248" y="19741"/>
                                </a:lnTo>
                                <a:lnTo>
                                  <a:pt x="12418" y="19702"/>
                                </a:lnTo>
                                <a:lnTo>
                                  <a:pt x="12585" y="19656"/>
                                </a:lnTo>
                                <a:lnTo>
                                  <a:pt x="12755" y="19611"/>
                                </a:lnTo>
                                <a:lnTo>
                                  <a:pt x="12923" y="19562"/>
                                </a:lnTo>
                                <a:lnTo>
                                  <a:pt x="13090" y="19510"/>
                                </a:lnTo>
                                <a:lnTo>
                                  <a:pt x="13254" y="19453"/>
                                </a:lnTo>
                                <a:lnTo>
                                  <a:pt x="13418" y="19395"/>
                                </a:lnTo>
                                <a:lnTo>
                                  <a:pt x="13583" y="19334"/>
                                </a:lnTo>
                                <a:lnTo>
                                  <a:pt x="13744" y="19270"/>
                                </a:lnTo>
                                <a:lnTo>
                                  <a:pt x="13905" y="19203"/>
                                </a:lnTo>
                                <a:lnTo>
                                  <a:pt x="14066" y="19133"/>
                                </a:lnTo>
                                <a:lnTo>
                                  <a:pt x="14224" y="19060"/>
                                </a:lnTo>
                                <a:lnTo>
                                  <a:pt x="14383" y="18987"/>
                                </a:lnTo>
                                <a:lnTo>
                                  <a:pt x="14538" y="18908"/>
                                </a:lnTo>
                                <a:lnTo>
                                  <a:pt x="14693" y="18829"/>
                                </a:lnTo>
                                <a:lnTo>
                                  <a:pt x="14848" y="18744"/>
                                </a:lnTo>
                                <a:lnTo>
                                  <a:pt x="14997" y="18659"/>
                                </a:lnTo>
                                <a:lnTo>
                                  <a:pt x="15149" y="18571"/>
                                </a:lnTo>
                                <a:lnTo>
                                  <a:pt x="15298" y="18479"/>
                                </a:lnTo>
                                <a:lnTo>
                                  <a:pt x="15444" y="18385"/>
                                </a:lnTo>
                                <a:lnTo>
                                  <a:pt x="15590" y="18288"/>
                                </a:lnTo>
                                <a:lnTo>
                                  <a:pt x="15733" y="18190"/>
                                </a:lnTo>
                                <a:lnTo>
                                  <a:pt x="15876" y="18090"/>
                                </a:lnTo>
                                <a:lnTo>
                                  <a:pt x="16016" y="17984"/>
                                </a:lnTo>
                                <a:lnTo>
                                  <a:pt x="16156" y="17877"/>
                                </a:lnTo>
                                <a:lnTo>
                                  <a:pt x="16293" y="17771"/>
                                </a:lnTo>
                                <a:lnTo>
                                  <a:pt x="16426" y="17658"/>
                                </a:lnTo>
                                <a:lnTo>
                                  <a:pt x="16560" y="17546"/>
                                </a:lnTo>
                                <a:lnTo>
                                  <a:pt x="16691" y="17430"/>
                                </a:lnTo>
                                <a:lnTo>
                                  <a:pt x="16819" y="17311"/>
                                </a:lnTo>
                                <a:lnTo>
                                  <a:pt x="16946" y="17193"/>
                                </a:lnTo>
                                <a:lnTo>
                                  <a:pt x="17068" y="17068"/>
                                </a:lnTo>
                                <a:lnTo>
                                  <a:pt x="17193" y="16946"/>
                                </a:lnTo>
                                <a:lnTo>
                                  <a:pt x="17311" y="16819"/>
                                </a:lnTo>
                                <a:lnTo>
                                  <a:pt x="17430" y="16691"/>
                                </a:lnTo>
                                <a:lnTo>
                                  <a:pt x="17546" y="16560"/>
                                </a:lnTo>
                                <a:lnTo>
                                  <a:pt x="17658" y="16426"/>
                                </a:lnTo>
                                <a:lnTo>
                                  <a:pt x="17771" y="16293"/>
                                </a:lnTo>
                                <a:lnTo>
                                  <a:pt x="17877" y="16156"/>
                                </a:lnTo>
                                <a:lnTo>
                                  <a:pt x="17984" y="16016"/>
                                </a:lnTo>
                                <a:lnTo>
                                  <a:pt x="18090" y="15876"/>
                                </a:lnTo>
                                <a:lnTo>
                                  <a:pt x="18190" y="15733"/>
                                </a:lnTo>
                                <a:lnTo>
                                  <a:pt x="18288" y="15590"/>
                                </a:lnTo>
                                <a:lnTo>
                                  <a:pt x="18385" y="15444"/>
                                </a:lnTo>
                                <a:lnTo>
                                  <a:pt x="18479" y="15298"/>
                                </a:lnTo>
                                <a:lnTo>
                                  <a:pt x="18571" y="15149"/>
                                </a:lnTo>
                                <a:lnTo>
                                  <a:pt x="18659" y="15000"/>
                                </a:lnTo>
                                <a:lnTo>
                                  <a:pt x="18744" y="14848"/>
                                </a:lnTo>
                                <a:lnTo>
                                  <a:pt x="18829" y="14693"/>
                                </a:lnTo>
                                <a:lnTo>
                                  <a:pt x="18908" y="14538"/>
                                </a:lnTo>
                                <a:lnTo>
                                  <a:pt x="18987" y="14383"/>
                                </a:lnTo>
                                <a:lnTo>
                                  <a:pt x="19060" y="14224"/>
                                </a:lnTo>
                                <a:lnTo>
                                  <a:pt x="19133" y="14066"/>
                                </a:lnTo>
                                <a:lnTo>
                                  <a:pt x="19203" y="13905"/>
                                </a:lnTo>
                                <a:lnTo>
                                  <a:pt x="19270" y="13744"/>
                                </a:lnTo>
                                <a:lnTo>
                                  <a:pt x="19334" y="13583"/>
                                </a:lnTo>
                                <a:lnTo>
                                  <a:pt x="19395" y="13418"/>
                                </a:lnTo>
                                <a:lnTo>
                                  <a:pt x="19453" y="13254"/>
                                </a:lnTo>
                                <a:lnTo>
                                  <a:pt x="19510" y="13090"/>
                                </a:lnTo>
                                <a:lnTo>
                                  <a:pt x="19562" y="12923"/>
                                </a:lnTo>
                                <a:lnTo>
                                  <a:pt x="19611" y="12755"/>
                                </a:lnTo>
                                <a:lnTo>
                                  <a:pt x="19656" y="12585"/>
                                </a:lnTo>
                                <a:lnTo>
                                  <a:pt x="19702" y="12418"/>
                                </a:lnTo>
                                <a:lnTo>
                                  <a:pt x="19741" y="12248"/>
                                </a:lnTo>
                                <a:lnTo>
                                  <a:pt x="19781" y="12077"/>
                                </a:lnTo>
                                <a:lnTo>
                                  <a:pt x="19814" y="11907"/>
                                </a:lnTo>
                                <a:lnTo>
                                  <a:pt x="19848" y="11734"/>
                                </a:lnTo>
                                <a:lnTo>
                                  <a:pt x="19875" y="11563"/>
                                </a:lnTo>
                                <a:lnTo>
                                  <a:pt x="19903" y="11390"/>
                                </a:lnTo>
                                <a:lnTo>
                                  <a:pt x="19924" y="11217"/>
                                </a:lnTo>
                                <a:lnTo>
                                  <a:pt x="19942" y="11043"/>
                                </a:lnTo>
                                <a:lnTo>
                                  <a:pt x="19960" y="10870"/>
                                </a:lnTo>
                                <a:lnTo>
                                  <a:pt x="19973" y="10696"/>
                                </a:lnTo>
                                <a:lnTo>
                                  <a:pt x="19985" y="10523"/>
                                </a:lnTo>
                                <a:lnTo>
                                  <a:pt x="19991" y="10347"/>
                                </a:lnTo>
                                <a:lnTo>
                                  <a:pt x="19997" y="10173"/>
                                </a:lnTo>
                                <a:lnTo>
                                  <a:pt x="19997" y="10000"/>
                                </a:lnTo>
                                <a:lnTo>
                                  <a:pt x="20000" y="10000"/>
                                </a:lnTo>
                                <a:lnTo>
                                  <a:pt x="19997" y="9824"/>
                                </a:lnTo>
                                <a:lnTo>
                                  <a:pt x="19991" y="9650"/>
                                </a:lnTo>
                                <a:lnTo>
                                  <a:pt x="19985" y="9474"/>
                                </a:lnTo>
                                <a:lnTo>
                                  <a:pt x="19973" y="9300"/>
                                </a:lnTo>
                                <a:lnTo>
                                  <a:pt x="19960" y="9127"/>
                                </a:lnTo>
                                <a:lnTo>
                                  <a:pt x="19942" y="8954"/>
                                </a:lnTo>
                                <a:lnTo>
                                  <a:pt x="19924" y="8780"/>
                                </a:lnTo>
                                <a:lnTo>
                                  <a:pt x="19903" y="8607"/>
                                </a:lnTo>
                                <a:lnTo>
                                  <a:pt x="19875" y="8434"/>
                                </a:lnTo>
                                <a:lnTo>
                                  <a:pt x="19848" y="8263"/>
                                </a:lnTo>
                                <a:lnTo>
                                  <a:pt x="19814" y="8090"/>
                                </a:lnTo>
                                <a:lnTo>
                                  <a:pt x="19781" y="7920"/>
                                </a:lnTo>
                                <a:lnTo>
                                  <a:pt x="19741" y="7749"/>
                                </a:lnTo>
                                <a:lnTo>
                                  <a:pt x="19702" y="7579"/>
                                </a:lnTo>
                                <a:lnTo>
                                  <a:pt x="19656" y="7412"/>
                                </a:lnTo>
                                <a:lnTo>
                                  <a:pt x="19611" y="7241"/>
                                </a:lnTo>
                                <a:lnTo>
                                  <a:pt x="19562" y="7074"/>
                                </a:lnTo>
                                <a:lnTo>
                                  <a:pt x="19510" y="6907"/>
                                </a:lnTo>
                                <a:lnTo>
                                  <a:pt x="19453" y="6743"/>
                                </a:lnTo>
                                <a:lnTo>
                                  <a:pt x="19395" y="6578"/>
                                </a:lnTo>
                                <a:lnTo>
                                  <a:pt x="19334" y="6414"/>
                                </a:lnTo>
                                <a:lnTo>
                                  <a:pt x="19270" y="6253"/>
                                </a:lnTo>
                                <a:lnTo>
                                  <a:pt x="19203" y="6092"/>
                                </a:lnTo>
                                <a:lnTo>
                                  <a:pt x="19133" y="5931"/>
                                </a:lnTo>
                                <a:lnTo>
                                  <a:pt x="19060" y="5773"/>
                                </a:lnTo>
                                <a:lnTo>
                                  <a:pt x="18987" y="5614"/>
                                </a:lnTo>
                                <a:lnTo>
                                  <a:pt x="18908" y="5459"/>
                                </a:lnTo>
                                <a:lnTo>
                                  <a:pt x="18829" y="5304"/>
                                </a:lnTo>
                                <a:lnTo>
                                  <a:pt x="18744" y="5149"/>
                                </a:lnTo>
                                <a:lnTo>
                                  <a:pt x="18659" y="5000"/>
                                </a:lnTo>
                                <a:lnTo>
                                  <a:pt x="18571" y="4848"/>
                                </a:lnTo>
                                <a:lnTo>
                                  <a:pt x="18479" y="4699"/>
                                </a:lnTo>
                                <a:lnTo>
                                  <a:pt x="18385" y="4553"/>
                                </a:lnTo>
                                <a:lnTo>
                                  <a:pt x="18288" y="4407"/>
                                </a:lnTo>
                                <a:lnTo>
                                  <a:pt x="18190" y="4264"/>
                                </a:lnTo>
                                <a:lnTo>
                                  <a:pt x="18090" y="4121"/>
                                </a:lnTo>
                                <a:lnTo>
                                  <a:pt x="17984" y="3981"/>
                                </a:lnTo>
                                <a:lnTo>
                                  <a:pt x="17877" y="3841"/>
                                </a:lnTo>
                                <a:lnTo>
                                  <a:pt x="17771" y="3704"/>
                                </a:lnTo>
                                <a:lnTo>
                                  <a:pt x="17658" y="3571"/>
                                </a:lnTo>
                                <a:lnTo>
                                  <a:pt x="17546" y="3437"/>
                                </a:lnTo>
                                <a:lnTo>
                                  <a:pt x="17430" y="3306"/>
                                </a:lnTo>
                                <a:lnTo>
                                  <a:pt x="17311" y="3178"/>
                                </a:lnTo>
                                <a:lnTo>
                                  <a:pt x="17193" y="3050"/>
                                </a:lnTo>
                                <a:lnTo>
                                  <a:pt x="17068" y="2929"/>
                                </a:lnTo>
                                <a:lnTo>
                                  <a:pt x="16946" y="2804"/>
                                </a:lnTo>
                                <a:lnTo>
                                  <a:pt x="16819" y="2686"/>
                                </a:lnTo>
                                <a:lnTo>
                                  <a:pt x="16691" y="2567"/>
                                </a:lnTo>
                                <a:lnTo>
                                  <a:pt x="16560" y="2451"/>
                                </a:lnTo>
                                <a:lnTo>
                                  <a:pt x="16426" y="2339"/>
                                </a:lnTo>
                                <a:lnTo>
                                  <a:pt x="16293" y="2226"/>
                                </a:lnTo>
                                <a:lnTo>
                                  <a:pt x="16156" y="2120"/>
                                </a:lnTo>
                                <a:lnTo>
                                  <a:pt x="16016" y="2013"/>
                                </a:lnTo>
                                <a:lnTo>
                                  <a:pt x="15876" y="1907"/>
                                </a:lnTo>
                                <a:lnTo>
                                  <a:pt x="15733" y="1807"/>
                                </a:lnTo>
                                <a:lnTo>
                                  <a:pt x="15590" y="1709"/>
                                </a:lnTo>
                                <a:lnTo>
                                  <a:pt x="15444" y="1612"/>
                                </a:lnTo>
                                <a:lnTo>
                                  <a:pt x="15298" y="1518"/>
                                </a:lnTo>
                                <a:lnTo>
                                  <a:pt x="15149" y="1426"/>
                                </a:lnTo>
                                <a:lnTo>
                                  <a:pt x="15000" y="1338"/>
                                </a:lnTo>
                                <a:lnTo>
                                  <a:pt x="14848" y="1253"/>
                                </a:lnTo>
                                <a:lnTo>
                                  <a:pt x="14693" y="1168"/>
                                </a:lnTo>
                                <a:lnTo>
                                  <a:pt x="14538" y="1089"/>
                                </a:lnTo>
                                <a:lnTo>
                                  <a:pt x="14383" y="1010"/>
                                </a:lnTo>
                                <a:lnTo>
                                  <a:pt x="14224" y="937"/>
                                </a:lnTo>
                                <a:lnTo>
                                  <a:pt x="14066" y="864"/>
                                </a:lnTo>
                                <a:lnTo>
                                  <a:pt x="13905" y="794"/>
                                </a:lnTo>
                                <a:lnTo>
                                  <a:pt x="13744" y="727"/>
                                </a:lnTo>
                                <a:lnTo>
                                  <a:pt x="13583" y="663"/>
                                </a:lnTo>
                                <a:lnTo>
                                  <a:pt x="13418" y="602"/>
                                </a:lnTo>
                                <a:lnTo>
                                  <a:pt x="13254" y="544"/>
                                </a:lnTo>
                                <a:lnTo>
                                  <a:pt x="13090" y="487"/>
                                </a:lnTo>
                                <a:lnTo>
                                  <a:pt x="12923" y="435"/>
                                </a:lnTo>
                                <a:lnTo>
                                  <a:pt x="12755" y="386"/>
                                </a:lnTo>
                                <a:lnTo>
                                  <a:pt x="12585" y="341"/>
                                </a:lnTo>
                                <a:lnTo>
                                  <a:pt x="12418" y="295"/>
                                </a:lnTo>
                                <a:lnTo>
                                  <a:pt x="12248" y="255"/>
                                </a:lnTo>
                                <a:lnTo>
                                  <a:pt x="12077" y="216"/>
                                </a:lnTo>
                                <a:lnTo>
                                  <a:pt x="11907" y="182"/>
                                </a:lnTo>
                                <a:lnTo>
                                  <a:pt x="11734" y="149"/>
                                </a:lnTo>
                                <a:lnTo>
                                  <a:pt x="11563" y="122"/>
                                </a:lnTo>
                                <a:lnTo>
                                  <a:pt x="11390" y="94"/>
                                </a:lnTo>
                                <a:lnTo>
                                  <a:pt x="11217" y="73"/>
                                </a:lnTo>
                                <a:lnTo>
                                  <a:pt x="11043" y="55"/>
                                </a:lnTo>
                                <a:lnTo>
                                  <a:pt x="10870" y="36"/>
                                </a:lnTo>
                                <a:lnTo>
                                  <a:pt x="10696" y="24"/>
                                </a:lnTo>
                                <a:lnTo>
                                  <a:pt x="10523" y="12"/>
                                </a:lnTo>
                                <a:lnTo>
                                  <a:pt x="10347" y="6"/>
                                </a:lnTo>
                                <a:lnTo>
                                  <a:pt x="10173" y="0"/>
                                </a:lnTo>
                                <a:lnTo>
                                  <a:pt x="10000" y="0"/>
                                </a:lnTo>
                                <a:lnTo>
                                  <a:pt x="10000" y="0"/>
                                </a:lnTo>
                                <a:lnTo>
                                  <a:pt x="10000" y="0"/>
                                </a:lnTo>
                              </a:path>
                            </a:pathLst>
                          </a:custGeom>
                          <a:blipFill rotWithShape="0">
                            <a:blip r:embed="rId2"/>
                            <a:tile/>
                          </a:blip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610200" y="610200"/>
                            <a:ext cx="2953440" cy="29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3.05pt;margin-top:13.4pt;width:328.8pt;height:328.8pt" coordorigin="261,268" coordsize="6576,6576">
                <v:shape id="shape_0" stroked="t" style="position:absolute;left:261;top:268;width:6575;height:6575;mso-position-vertical-relative:page">
                  <w10:wrap type="none"/>
                  <v:imagedata r:id="rId2" o:detectmouseclick="t"/>
                  <v:stroke color="black" weight="9360" joinstyle="round" endcap="flat"/>
                </v:shape>
                <v:shapetype id="_x005F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style="position:absolute;left:1222;top:1229;width:4650;height:4650;mso-position-vertical-relative:page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ind w:start="36" w:end="36" w:hanging="0"/>
                          <w:rPr/>
                        </w:pPr>
                        <w:r>
                          <w:rPr>
                            <w:sz w:val="24"/>
                            <w:kern w:val="2"/>
                            <w:szCs w:val="24"/>
                            <w:rFonts w:ascii="Liberation Serif" w:hAnsi="Liberation Serif" w:eastAsia="DejaVu Sans" w:cs="Noto Sans Devanagari"/>
                            <w:lang w:val="en-US" w:bidi="hi-IN"/>
                          </w:rPr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935" distR="114935" simplePos="0" locked="0" layoutInCell="1" allowOverlap="1" relativeHeight="3">
                <wp:simplePos x="0" y="0"/>
                <wp:positionH relativeFrom="column">
                  <wp:posOffset>3137535</wp:posOffset>
                </wp:positionH>
                <wp:positionV relativeFrom="page">
                  <wp:posOffset>3256280</wp:posOffset>
                </wp:positionV>
                <wp:extent cx="4176395" cy="417639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640" cy="41756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4175640" cy="4175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10000" y="0"/>
                                </a:lnTo>
                                <a:lnTo>
                                  <a:pt x="9824" y="0"/>
                                </a:lnTo>
                                <a:lnTo>
                                  <a:pt x="9650" y="6"/>
                                </a:lnTo>
                                <a:lnTo>
                                  <a:pt x="9474" y="12"/>
                                </a:lnTo>
                                <a:lnTo>
                                  <a:pt x="9300" y="24"/>
                                </a:lnTo>
                                <a:lnTo>
                                  <a:pt x="9127" y="36"/>
                                </a:lnTo>
                                <a:lnTo>
                                  <a:pt x="8954" y="55"/>
                                </a:lnTo>
                                <a:lnTo>
                                  <a:pt x="8780" y="73"/>
                                </a:lnTo>
                                <a:lnTo>
                                  <a:pt x="8607" y="94"/>
                                </a:lnTo>
                                <a:lnTo>
                                  <a:pt x="8434" y="122"/>
                                </a:lnTo>
                                <a:lnTo>
                                  <a:pt x="8263" y="149"/>
                                </a:lnTo>
                                <a:lnTo>
                                  <a:pt x="8090" y="182"/>
                                </a:lnTo>
                                <a:lnTo>
                                  <a:pt x="7920" y="216"/>
                                </a:lnTo>
                                <a:lnTo>
                                  <a:pt x="7749" y="255"/>
                                </a:lnTo>
                                <a:lnTo>
                                  <a:pt x="7579" y="295"/>
                                </a:lnTo>
                                <a:lnTo>
                                  <a:pt x="7412" y="341"/>
                                </a:lnTo>
                                <a:lnTo>
                                  <a:pt x="7241" y="386"/>
                                </a:lnTo>
                                <a:lnTo>
                                  <a:pt x="7074" y="435"/>
                                </a:lnTo>
                                <a:lnTo>
                                  <a:pt x="6907" y="487"/>
                                </a:lnTo>
                                <a:lnTo>
                                  <a:pt x="6743" y="544"/>
                                </a:lnTo>
                                <a:lnTo>
                                  <a:pt x="6578" y="602"/>
                                </a:lnTo>
                                <a:lnTo>
                                  <a:pt x="6414" y="663"/>
                                </a:lnTo>
                                <a:lnTo>
                                  <a:pt x="6253" y="727"/>
                                </a:lnTo>
                                <a:lnTo>
                                  <a:pt x="6092" y="794"/>
                                </a:lnTo>
                                <a:lnTo>
                                  <a:pt x="5931" y="864"/>
                                </a:lnTo>
                                <a:lnTo>
                                  <a:pt x="5773" y="937"/>
                                </a:lnTo>
                                <a:lnTo>
                                  <a:pt x="5614" y="1010"/>
                                </a:lnTo>
                                <a:lnTo>
                                  <a:pt x="5459" y="1089"/>
                                </a:lnTo>
                                <a:lnTo>
                                  <a:pt x="5304" y="1168"/>
                                </a:lnTo>
                                <a:lnTo>
                                  <a:pt x="5149" y="1253"/>
                                </a:lnTo>
                                <a:lnTo>
                                  <a:pt x="5000" y="1338"/>
                                </a:lnTo>
                                <a:lnTo>
                                  <a:pt x="4848" y="1426"/>
                                </a:lnTo>
                                <a:lnTo>
                                  <a:pt x="4699" y="1518"/>
                                </a:lnTo>
                                <a:lnTo>
                                  <a:pt x="4553" y="1612"/>
                                </a:lnTo>
                                <a:lnTo>
                                  <a:pt x="4407" y="1709"/>
                                </a:lnTo>
                                <a:lnTo>
                                  <a:pt x="4264" y="1807"/>
                                </a:lnTo>
                                <a:lnTo>
                                  <a:pt x="4121" y="1907"/>
                                </a:lnTo>
                                <a:lnTo>
                                  <a:pt x="3981" y="2013"/>
                                </a:lnTo>
                                <a:lnTo>
                                  <a:pt x="3841" y="2120"/>
                                </a:lnTo>
                                <a:lnTo>
                                  <a:pt x="3704" y="2226"/>
                                </a:lnTo>
                                <a:lnTo>
                                  <a:pt x="3571" y="2339"/>
                                </a:lnTo>
                                <a:lnTo>
                                  <a:pt x="3437" y="2451"/>
                                </a:lnTo>
                                <a:lnTo>
                                  <a:pt x="3306" y="2567"/>
                                </a:lnTo>
                                <a:lnTo>
                                  <a:pt x="3178" y="2686"/>
                                </a:lnTo>
                                <a:lnTo>
                                  <a:pt x="3050" y="2804"/>
                                </a:lnTo>
                                <a:lnTo>
                                  <a:pt x="2929" y="2929"/>
                                </a:lnTo>
                                <a:lnTo>
                                  <a:pt x="2804" y="3050"/>
                                </a:lnTo>
                                <a:lnTo>
                                  <a:pt x="2686" y="3178"/>
                                </a:lnTo>
                                <a:lnTo>
                                  <a:pt x="2567" y="3306"/>
                                </a:lnTo>
                                <a:lnTo>
                                  <a:pt x="2451" y="3437"/>
                                </a:lnTo>
                                <a:lnTo>
                                  <a:pt x="2339" y="3571"/>
                                </a:lnTo>
                                <a:lnTo>
                                  <a:pt x="2226" y="3704"/>
                                </a:lnTo>
                                <a:lnTo>
                                  <a:pt x="2120" y="3841"/>
                                </a:lnTo>
                                <a:lnTo>
                                  <a:pt x="2013" y="3981"/>
                                </a:lnTo>
                                <a:lnTo>
                                  <a:pt x="1907" y="4121"/>
                                </a:lnTo>
                                <a:lnTo>
                                  <a:pt x="1807" y="4264"/>
                                </a:lnTo>
                                <a:lnTo>
                                  <a:pt x="1709" y="4407"/>
                                </a:lnTo>
                                <a:lnTo>
                                  <a:pt x="1612" y="4553"/>
                                </a:lnTo>
                                <a:lnTo>
                                  <a:pt x="1518" y="4699"/>
                                </a:lnTo>
                                <a:lnTo>
                                  <a:pt x="1426" y="4848"/>
                                </a:lnTo>
                                <a:lnTo>
                                  <a:pt x="1338" y="4997"/>
                                </a:lnTo>
                                <a:lnTo>
                                  <a:pt x="1253" y="5149"/>
                                </a:lnTo>
                                <a:lnTo>
                                  <a:pt x="1168" y="5304"/>
                                </a:lnTo>
                                <a:lnTo>
                                  <a:pt x="1089" y="5459"/>
                                </a:lnTo>
                                <a:lnTo>
                                  <a:pt x="1010" y="5614"/>
                                </a:lnTo>
                                <a:lnTo>
                                  <a:pt x="937" y="5773"/>
                                </a:lnTo>
                                <a:lnTo>
                                  <a:pt x="864" y="5931"/>
                                </a:lnTo>
                                <a:lnTo>
                                  <a:pt x="794" y="6092"/>
                                </a:lnTo>
                                <a:lnTo>
                                  <a:pt x="727" y="6253"/>
                                </a:lnTo>
                                <a:lnTo>
                                  <a:pt x="663" y="6414"/>
                                </a:lnTo>
                                <a:lnTo>
                                  <a:pt x="602" y="6578"/>
                                </a:lnTo>
                                <a:lnTo>
                                  <a:pt x="544" y="6743"/>
                                </a:lnTo>
                                <a:lnTo>
                                  <a:pt x="487" y="6907"/>
                                </a:lnTo>
                                <a:lnTo>
                                  <a:pt x="435" y="7074"/>
                                </a:lnTo>
                                <a:lnTo>
                                  <a:pt x="386" y="7241"/>
                                </a:lnTo>
                                <a:lnTo>
                                  <a:pt x="341" y="7412"/>
                                </a:lnTo>
                                <a:lnTo>
                                  <a:pt x="295" y="7579"/>
                                </a:lnTo>
                                <a:lnTo>
                                  <a:pt x="255" y="7749"/>
                                </a:lnTo>
                                <a:lnTo>
                                  <a:pt x="216" y="7920"/>
                                </a:lnTo>
                                <a:lnTo>
                                  <a:pt x="182" y="8090"/>
                                </a:lnTo>
                                <a:lnTo>
                                  <a:pt x="149" y="8263"/>
                                </a:lnTo>
                                <a:lnTo>
                                  <a:pt x="122" y="8434"/>
                                </a:lnTo>
                                <a:lnTo>
                                  <a:pt x="94" y="8607"/>
                                </a:lnTo>
                                <a:lnTo>
                                  <a:pt x="73" y="8780"/>
                                </a:lnTo>
                                <a:lnTo>
                                  <a:pt x="55" y="8954"/>
                                </a:lnTo>
                                <a:lnTo>
                                  <a:pt x="36" y="9127"/>
                                </a:lnTo>
                                <a:lnTo>
                                  <a:pt x="24" y="9300"/>
                                </a:lnTo>
                                <a:lnTo>
                                  <a:pt x="12" y="9474"/>
                                </a:lnTo>
                                <a:lnTo>
                                  <a:pt x="6" y="9650"/>
                                </a:lnTo>
                                <a:lnTo>
                                  <a:pt x="0" y="9824"/>
                                </a:lnTo>
                                <a:lnTo>
                                  <a:pt x="0" y="9997"/>
                                </a:lnTo>
                                <a:lnTo>
                                  <a:pt x="0" y="10000"/>
                                </a:lnTo>
                                <a:lnTo>
                                  <a:pt x="0" y="10173"/>
                                </a:lnTo>
                                <a:lnTo>
                                  <a:pt x="6" y="10347"/>
                                </a:lnTo>
                                <a:lnTo>
                                  <a:pt x="12" y="10523"/>
                                </a:lnTo>
                                <a:lnTo>
                                  <a:pt x="24" y="10696"/>
                                </a:lnTo>
                                <a:lnTo>
                                  <a:pt x="36" y="10870"/>
                                </a:lnTo>
                                <a:lnTo>
                                  <a:pt x="55" y="11043"/>
                                </a:lnTo>
                                <a:lnTo>
                                  <a:pt x="73" y="11217"/>
                                </a:lnTo>
                                <a:lnTo>
                                  <a:pt x="94" y="11390"/>
                                </a:lnTo>
                                <a:lnTo>
                                  <a:pt x="122" y="11563"/>
                                </a:lnTo>
                                <a:lnTo>
                                  <a:pt x="149" y="11734"/>
                                </a:lnTo>
                                <a:lnTo>
                                  <a:pt x="182" y="11907"/>
                                </a:lnTo>
                                <a:lnTo>
                                  <a:pt x="216" y="12077"/>
                                </a:lnTo>
                                <a:lnTo>
                                  <a:pt x="255" y="12248"/>
                                </a:lnTo>
                                <a:lnTo>
                                  <a:pt x="295" y="12418"/>
                                </a:lnTo>
                                <a:lnTo>
                                  <a:pt x="341" y="12585"/>
                                </a:lnTo>
                                <a:lnTo>
                                  <a:pt x="386" y="12755"/>
                                </a:lnTo>
                                <a:lnTo>
                                  <a:pt x="435" y="12923"/>
                                </a:lnTo>
                                <a:lnTo>
                                  <a:pt x="487" y="13090"/>
                                </a:lnTo>
                                <a:lnTo>
                                  <a:pt x="544" y="13254"/>
                                </a:lnTo>
                                <a:lnTo>
                                  <a:pt x="602" y="13418"/>
                                </a:lnTo>
                                <a:lnTo>
                                  <a:pt x="663" y="13583"/>
                                </a:lnTo>
                                <a:lnTo>
                                  <a:pt x="727" y="13744"/>
                                </a:lnTo>
                                <a:lnTo>
                                  <a:pt x="794" y="13905"/>
                                </a:lnTo>
                                <a:lnTo>
                                  <a:pt x="864" y="14066"/>
                                </a:lnTo>
                                <a:lnTo>
                                  <a:pt x="937" y="14224"/>
                                </a:lnTo>
                                <a:lnTo>
                                  <a:pt x="1010" y="14383"/>
                                </a:lnTo>
                                <a:lnTo>
                                  <a:pt x="1089" y="14538"/>
                                </a:lnTo>
                                <a:lnTo>
                                  <a:pt x="1168" y="14693"/>
                                </a:lnTo>
                                <a:lnTo>
                                  <a:pt x="1253" y="14848"/>
                                </a:lnTo>
                                <a:lnTo>
                                  <a:pt x="1338" y="14997"/>
                                </a:lnTo>
                                <a:lnTo>
                                  <a:pt x="1426" y="15149"/>
                                </a:lnTo>
                                <a:lnTo>
                                  <a:pt x="1518" y="15298"/>
                                </a:lnTo>
                                <a:lnTo>
                                  <a:pt x="1612" y="15444"/>
                                </a:lnTo>
                                <a:lnTo>
                                  <a:pt x="1709" y="15590"/>
                                </a:lnTo>
                                <a:lnTo>
                                  <a:pt x="1807" y="15733"/>
                                </a:lnTo>
                                <a:lnTo>
                                  <a:pt x="1907" y="15876"/>
                                </a:lnTo>
                                <a:lnTo>
                                  <a:pt x="2013" y="16016"/>
                                </a:lnTo>
                                <a:lnTo>
                                  <a:pt x="2120" y="16156"/>
                                </a:lnTo>
                                <a:lnTo>
                                  <a:pt x="2226" y="16293"/>
                                </a:lnTo>
                                <a:lnTo>
                                  <a:pt x="2339" y="16426"/>
                                </a:lnTo>
                                <a:lnTo>
                                  <a:pt x="2451" y="16560"/>
                                </a:lnTo>
                                <a:lnTo>
                                  <a:pt x="2567" y="16691"/>
                                </a:lnTo>
                                <a:lnTo>
                                  <a:pt x="2686" y="16819"/>
                                </a:lnTo>
                                <a:lnTo>
                                  <a:pt x="2804" y="16946"/>
                                </a:lnTo>
                                <a:lnTo>
                                  <a:pt x="2929" y="17068"/>
                                </a:lnTo>
                                <a:lnTo>
                                  <a:pt x="3050" y="17193"/>
                                </a:lnTo>
                                <a:lnTo>
                                  <a:pt x="3178" y="17311"/>
                                </a:lnTo>
                                <a:lnTo>
                                  <a:pt x="3306" y="17430"/>
                                </a:lnTo>
                                <a:lnTo>
                                  <a:pt x="3437" y="17546"/>
                                </a:lnTo>
                                <a:lnTo>
                                  <a:pt x="3571" y="17658"/>
                                </a:lnTo>
                                <a:lnTo>
                                  <a:pt x="3704" y="17771"/>
                                </a:lnTo>
                                <a:lnTo>
                                  <a:pt x="3841" y="17877"/>
                                </a:lnTo>
                                <a:lnTo>
                                  <a:pt x="3981" y="17984"/>
                                </a:lnTo>
                                <a:lnTo>
                                  <a:pt x="4121" y="18090"/>
                                </a:lnTo>
                                <a:lnTo>
                                  <a:pt x="4264" y="18190"/>
                                </a:lnTo>
                                <a:lnTo>
                                  <a:pt x="4407" y="18288"/>
                                </a:lnTo>
                                <a:lnTo>
                                  <a:pt x="4553" y="18385"/>
                                </a:lnTo>
                                <a:lnTo>
                                  <a:pt x="4699" y="18479"/>
                                </a:lnTo>
                                <a:lnTo>
                                  <a:pt x="4848" y="18571"/>
                                </a:lnTo>
                                <a:lnTo>
                                  <a:pt x="4997" y="18659"/>
                                </a:lnTo>
                                <a:lnTo>
                                  <a:pt x="5149" y="18744"/>
                                </a:lnTo>
                                <a:lnTo>
                                  <a:pt x="5304" y="18829"/>
                                </a:lnTo>
                                <a:lnTo>
                                  <a:pt x="5459" y="18908"/>
                                </a:lnTo>
                                <a:lnTo>
                                  <a:pt x="5614" y="18987"/>
                                </a:lnTo>
                                <a:lnTo>
                                  <a:pt x="5773" y="19060"/>
                                </a:lnTo>
                                <a:lnTo>
                                  <a:pt x="5931" y="19133"/>
                                </a:lnTo>
                                <a:lnTo>
                                  <a:pt x="6092" y="19203"/>
                                </a:lnTo>
                                <a:lnTo>
                                  <a:pt x="6253" y="19270"/>
                                </a:lnTo>
                                <a:lnTo>
                                  <a:pt x="6414" y="19334"/>
                                </a:lnTo>
                                <a:lnTo>
                                  <a:pt x="6578" y="19395"/>
                                </a:lnTo>
                                <a:lnTo>
                                  <a:pt x="6743" y="19453"/>
                                </a:lnTo>
                                <a:lnTo>
                                  <a:pt x="6907" y="19510"/>
                                </a:lnTo>
                                <a:lnTo>
                                  <a:pt x="7074" y="19562"/>
                                </a:lnTo>
                                <a:lnTo>
                                  <a:pt x="7241" y="19611"/>
                                </a:lnTo>
                                <a:lnTo>
                                  <a:pt x="7412" y="19656"/>
                                </a:lnTo>
                                <a:lnTo>
                                  <a:pt x="7579" y="19702"/>
                                </a:lnTo>
                                <a:lnTo>
                                  <a:pt x="7749" y="19741"/>
                                </a:lnTo>
                                <a:lnTo>
                                  <a:pt x="7920" y="19781"/>
                                </a:lnTo>
                                <a:lnTo>
                                  <a:pt x="8090" y="19814"/>
                                </a:lnTo>
                                <a:lnTo>
                                  <a:pt x="8263" y="19848"/>
                                </a:lnTo>
                                <a:lnTo>
                                  <a:pt x="8434" y="19875"/>
                                </a:lnTo>
                                <a:lnTo>
                                  <a:pt x="8607" y="19903"/>
                                </a:lnTo>
                                <a:lnTo>
                                  <a:pt x="8780" y="19924"/>
                                </a:lnTo>
                                <a:lnTo>
                                  <a:pt x="8954" y="19942"/>
                                </a:lnTo>
                                <a:lnTo>
                                  <a:pt x="9127" y="19960"/>
                                </a:lnTo>
                                <a:lnTo>
                                  <a:pt x="9300" y="19973"/>
                                </a:lnTo>
                                <a:lnTo>
                                  <a:pt x="9474" y="19985"/>
                                </a:lnTo>
                                <a:lnTo>
                                  <a:pt x="9650" y="19991"/>
                                </a:lnTo>
                                <a:lnTo>
                                  <a:pt x="9824" y="19997"/>
                                </a:lnTo>
                                <a:lnTo>
                                  <a:pt x="10000" y="20000"/>
                                </a:lnTo>
                                <a:lnTo>
                                  <a:pt x="10000" y="20000"/>
                                </a:lnTo>
                                <a:lnTo>
                                  <a:pt x="10000" y="20000"/>
                                </a:lnTo>
                                <a:lnTo>
                                  <a:pt x="10173" y="19997"/>
                                </a:lnTo>
                                <a:lnTo>
                                  <a:pt x="10347" y="19991"/>
                                </a:lnTo>
                                <a:lnTo>
                                  <a:pt x="10523" y="19985"/>
                                </a:lnTo>
                                <a:lnTo>
                                  <a:pt x="10696" y="19973"/>
                                </a:lnTo>
                                <a:lnTo>
                                  <a:pt x="10870" y="19960"/>
                                </a:lnTo>
                                <a:lnTo>
                                  <a:pt x="11043" y="19942"/>
                                </a:lnTo>
                                <a:lnTo>
                                  <a:pt x="11217" y="19924"/>
                                </a:lnTo>
                                <a:lnTo>
                                  <a:pt x="11390" y="19903"/>
                                </a:lnTo>
                                <a:lnTo>
                                  <a:pt x="11563" y="19875"/>
                                </a:lnTo>
                                <a:lnTo>
                                  <a:pt x="11734" y="19848"/>
                                </a:lnTo>
                                <a:lnTo>
                                  <a:pt x="11907" y="19814"/>
                                </a:lnTo>
                                <a:lnTo>
                                  <a:pt x="12077" y="19781"/>
                                </a:lnTo>
                                <a:lnTo>
                                  <a:pt x="12248" y="19741"/>
                                </a:lnTo>
                                <a:lnTo>
                                  <a:pt x="12418" y="19702"/>
                                </a:lnTo>
                                <a:lnTo>
                                  <a:pt x="12585" y="19656"/>
                                </a:lnTo>
                                <a:lnTo>
                                  <a:pt x="12755" y="19611"/>
                                </a:lnTo>
                                <a:lnTo>
                                  <a:pt x="12923" y="19562"/>
                                </a:lnTo>
                                <a:lnTo>
                                  <a:pt x="13090" y="19510"/>
                                </a:lnTo>
                                <a:lnTo>
                                  <a:pt x="13254" y="19453"/>
                                </a:lnTo>
                                <a:lnTo>
                                  <a:pt x="13418" y="19395"/>
                                </a:lnTo>
                                <a:lnTo>
                                  <a:pt x="13583" y="19334"/>
                                </a:lnTo>
                                <a:lnTo>
                                  <a:pt x="13744" y="19270"/>
                                </a:lnTo>
                                <a:lnTo>
                                  <a:pt x="13905" y="19203"/>
                                </a:lnTo>
                                <a:lnTo>
                                  <a:pt x="14066" y="19133"/>
                                </a:lnTo>
                                <a:lnTo>
                                  <a:pt x="14224" y="19060"/>
                                </a:lnTo>
                                <a:lnTo>
                                  <a:pt x="14383" y="18987"/>
                                </a:lnTo>
                                <a:lnTo>
                                  <a:pt x="14538" y="18908"/>
                                </a:lnTo>
                                <a:lnTo>
                                  <a:pt x="14693" y="18829"/>
                                </a:lnTo>
                                <a:lnTo>
                                  <a:pt x="14848" y="18744"/>
                                </a:lnTo>
                                <a:lnTo>
                                  <a:pt x="14997" y="18659"/>
                                </a:lnTo>
                                <a:lnTo>
                                  <a:pt x="15149" y="18571"/>
                                </a:lnTo>
                                <a:lnTo>
                                  <a:pt x="15298" y="18479"/>
                                </a:lnTo>
                                <a:lnTo>
                                  <a:pt x="15444" y="18385"/>
                                </a:lnTo>
                                <a:lnTo>
                                  <a:pt x="15590" y="18288"/>
                                </a:lnTo>
                                <a:lnTo>
                                  <a:pt x="15733" y="18190"/>
                                </a:lnTo>
                                <a:lnTo>
                                  <a:pt x="15876" y="18090"/>
                                </a:lnTo>
                                <a:lnTo>
                                  <a:pt x="16016" y="17984"/>
                                </a:lnTo>
                                <a:lnTo>
                                  <a:pt x="16156" y="17877"/>
                                </a:lnTo>
                                <a:lnTo>
                                  <a:pt x="16293" y="17771"/>
                                </a:lnTo>
                                <a:lnTo>
                                  <a:pt x="16426" y="17658"/>
                                </a:lnTo>
                                <a:lnTo>
                                  <a:pt x="16560" y="17546"/>
                                </a:lnTo>
                                <a:lnTo>
                                  <a:pt x="16691" y="17430"/>
                                </a:lnTo>
                                <a:lnTo>
                                  <a:pt x="16819" y="17311"/>
                                </a:lnTo>
                                <a:lnTo>
                                  <a:pt x="16946" y="17193"/>
                                </a:lnTo>
                                <a:lnTo>
                                  <a:pt x="17068" y="17068"/>
                                </a:lnTo>
                                <a:lnTo>
                                  <a:pt x="17193" y="16946"/>
                                </a:lnTo>
                                <a:lnTo>
                                  <a:pt x="17311" y="16819"/>
                                </a:lnTo>
                                <a:lnTo>
                                  <a:pt x="17430" y="16691"/>
                                </a:lnTo>
                                <a:lnTo>
                                  <a:pt x="17546" y="16560"/>
                                </a:lnTo>
                                <a:lnTo>
                                  <a:pt x="17658" y="16426"/>
                                </a:lnTo>
                                <a:lnTo>
                                  <a:pt x="17771" y="16293"/>
                                </a:lnTo>
                                <a:lnTo>
                                  <a:pt x="17877" y="16156"/>
                                </a:lnTo>
                                <a:lnTo>
                                  <a:pt x="17984" y="16016"/>
                                </a:lnTo>
                                <a:lnTo>
                                  <a:pt x="18090" y="15876"/>
                                </a:lnTo>
                                <a:lnTo>
                                  <a:pt x="18190" y="15733"/>
                                </a:lnTo>
                                <a:lnTo>
                                  <a:pt x="18288" y="15590"/>
                                </a:lnTo>
                                <a:lnTo>
                                  <a:pt x="18385" y="15444"/>
                                </a:lnTo>
                                <a:lnTo>
                                  <a:pt x="18479" y="15298"/>
                                </a:lnTo>
                                <a:lnTo>
                                  <a:pt x="18571" y="15149"/>
                                </a:lnTo>
                                <a:lnTo>
                                  <a:pt x="18659" y="15000"/>
                                </a:lnTo>
                                <a:lnTo>
                                  <a:pt x="18744" y="14848"/>
                                </a:lnTo>
                                <a:lnTo>
                                  <a:pt x="18829" y="14693"/>
                                </a:lnTo>
                                <a:lnTo>
                                  <a:pt x="18908" y="14538"/>
                                </a:lnTo>
                                <a:lnTo>
                                  <a:pt x="18987" y="14383"/>
                                </a:lnTo>
                                <a:lnTo>
                                  <a:pt x="19060" y="14224"/>
                                </a:lnTo>
                                <a:lnTo>
                                  <a:pt x="19133" y="14066"/>
                                </a:lnTo>
                                <a:lnTo>
                                  <a:pt x="19203" y="13905"/>
                                </a:lnTo>
                                <a:lnTo>
                                  <a:pt x="19270" y="13744"/>
                                </a:lnTo>
                                <a:lnTo>
                                  <a:pt x="19334" y="13583"/>
                                </a:lnTo>
                                <a:lnTo>
                                  <a:pt x="19395" y="13418"/>
                                </a:lnTo>
                                <a:lnTo>
                                  <a:pt x="19453" y="13254"/>
                                </a:lnTo>
                                <a:lnTo>
                                  <a:pt x="19510" y="13090"/>
                                </a:lnTo>
                                <a:lnTo>
                                  <a:pt x="19562" y="12923"/>
                                </a:lnTo>
                                <a:lnTo>
                                  <a:pt x="19611" y="12755"/>
                                </a:lnTo>
                                <a:lnTo>
                                  <a:pt x="19656" y="12585"/>
                                </a:lnTo>
                                <a:lnTo>
                                  <a:pt x="19702" y="12418"/>
                                </a:lnTo>
                                <a:lnTo>
                                  <a:pt x="19741" y="12248"/>
                                </a:lnTo>
                                <a:lnTo>
                                  <a:pt x="19781" y="12077"/>
                                </a:lnTo>
                                <a:lnTo>
                                  <a:pt x="19814" y="11907"/>
                                </a:lnTo>
                                <a:lnTo>
                                  <a:pt x="19848" y="11734"/>
                                </a:lnTo>
                                <a:lnTo>
                                  <a:pt x="19875" y="11563"/>
                                </a:lnTo>
                                <a:lnTo>
                                  <a:pt x="19903" y="11390"/>
                                </a:lnTo>
                                <a:lnTo>
                                  <a:pt x="19924" y="11217"/>
                                </a:lnTo>
                                <a:lnTo>
                                  <a:pt x="19942" y="11043"/>
                                </a:lnTo>
                                <a:lnTo>
                                  <a:pt x="19960" y="10870"/>
                                </a:lnTo>
                                <a:lnTo>
                                  <a:pt x="19973" y="10696"/>
                                </a:lnTo>
                                <a:lnTo>
                                  <a:pt x="19985" y="10523"/>
                                </a:lnTo>
                                <a:lnTo>
                                  <a:pt x="19991" y="10347"/>
                                </a:lnTo>
                                <a:lnTo>
                                  <a:pt x="19997" y="10173"/>
                                </a:lnTo>
                                <a:lnTo>
                                  <a:pt x="19997" y="10000"/>
                                </a:lnTo>
                                <a:lnTo>
                                  <a:pt x="20000" y="10000"/>
                                </a:lnTo>
                                <a:lnTo>
                                  <a:pt x="19997" y="9824"/>
                                </a:lnTo>
                                <a:lnTo>
                                  <a:pt x="19991" y="9650"/>
                                </a:lnTo>
                                <a:lnTo>
                                  <a:pt x="19985" y="9474"/>
                                </a:lnTo>
                                <a:lnTo>
                                  <a:pt x="19973" y="9300"/>
                                </a:lnTo>
                                <a:lnTo>
                                  <a:pt x="19960" y="9127"/>
                                </a:lnTo>
                                <a:lnTo>
                                  <a:pt x="19942" y="8954"/>
                                </a:lnTo>
                                <a:lnTo>
                                  <a:pt x="19924" y="8780"/>
                                </a:lnTo>
                                <a:lnTo>
                                  <a:pt x="19903" y="8607"/>
                                </a:lnTo>
                                <a:lnTo>
                                  <a:pt x="19875" y="8434"/>
                                </a:lnTo>
                                <a:lnTo>
                                  <a:pt x="19848" y="8263"/>
                                </a:lnTo>
                                <a:lnTo>
                                  <a:pt x="19814" y="8090"/>
                                </a:lnTo>
                                <a:lnTo>
                                  <a:pt x="19781" y="7920"/>
                                </a:lnTo>
                                <a:lnTo>
                                  <a:pt x="19741" y="7749"/>
                                </a:lnTo>
                                <a:lnTo>
                                  <a:pt x="19702" y="7579"/>
                                </a:lnTo>
                                <a:lnTo>
                                  <a:pt x="19656" y="7412"/>
                                </a:lnTo>
                                <a:lnTo>
                                  <a:pt x="19611" y="7241"/>
                                </a:lnTo>
                                <a:lnTo>
                                  <a:pt x="19562" y="7074"/>
                                </a:lnTo>
                                <a:lnTo>
                                  <a:pt x="19510" y="6907"/>
                                </a:lnTo>
                                <a:lnTo>
                                  <a:pt x="19453" y="6743"/>
                                </a:lnTo>
                                <a:lnTo>
                                  <a:pt x="19395" y="6578"/>
                                </a:lnTo>
                                <a:lnTo>
                                  <a:pt x="19334" y="6414"/>
                                </a:lnTo>
                                <a:lnTo>
                                  <a:pt x="19270" y="6253"/>
                                </a:lnTo>
                                <a:lnTo>
                                  <a:pt x="19203" y="6092"/>
                                </a:lnTo>
                                <a:lnTo>
                                  <a:pt x="19133" y="5931"/>
                                </a:lnTo>
                                <a:lnTo>
                                  <a:pt x="19060" y="5773"/>
                                </a:lnTo>
                                <a:lnTo>
                                  <a:pt x="18987" y="5614"/>
                                </a:lnTo>
                                <a:lnTo>
                                  <a:pt x="18908" y="5459"/>
                                </a:lnTo>
                                <a:lnTo>
                                  <a:pt x="18829" y="5304"/>
                                </a:lnTo>
                                <a:lnTo>
                                  <a:pt x="18744" y="5149"/>
                                </a:lnTo>
                                <a:lnTo>
                                  <a:pt x="18659" y="5000"/>
                                </a:lnTo>
                                <a:lnTo>
                                  <a:pt x="18571" y="4848"/>
                                </a:lnTo>
                                <a:lnTo>
                                  <a:pt x="18479" y="4699"/>
                                </a:lnTo>
                                <a:lnTo>
                                  <a:pt x="18385" y="4553"/>
                                </a:lnTo>
                                <a:lnTo>
                                  <a:pt x="18288" y="4407"/>
                                </a:lnTo>
                                <a:lnTo>
                                  <a:pt x="18190" y="4264"/>
                                </a:lnTo>
                                <a:lnTo>
                                  <a:pt x="18090" y="4121"/>
                                </a:lnTo>
                                <a:lnTo>
                                  <a:pt x="17984" y="3981"/>
                                </a:lnTo>
                                <a:lnTo>
                                  <a:pt x="17877" y="3841"/>
                                </a:lnTo>
                                <a:lnTo>
                                  <a:pt x="17771" y="3704"/>
                                </a:lnTo>
                                <a:lnTo>
                                  <a:pt x="17658" y="3571"/>
                                </a:lnTo>
                                <a:lnTo>
                                  <a:pt x="17546" y="3437"/>
                                </a:lnTo>
                                <a:lnTo>
                                  <a:pt x="17430" y="3306"/>
                                </a:lnTo>
                                <a:lnTo>
                                  <a:pt x="17311" y="3178"/>
                                </a:lnTo>
                                <a:lnTo>
                                  <a:pt x="17193" y="3050"/>
                                </a:lnTo>
                                <a:lnTo>
                                  <a:pt x="17068" y="2929"/>
                                </a:lnTo>
                                <a:lnTo>
                                  <a:pt x="16946" y="2804"/>
                                </a:lnTo>
                                <a:lnTo>
                                  <a:pt x="16819" y="2686"/>
                                </a:lnTo>
                                <a:lnTo>
                                  <a:pt x="16691" y="2567"/>
                                </a:lnTo>
                                <a:lnTo>
                                  <a:pt x="16560" y="2451"/>
                                </a:lnTo>
                                <a:lnTo>
                                  <a:pt x="16426" y="2339"/>
                                </a:lnTo>
                                <a:lnTo>
                                  <a:pt x="16293" y="2226"/>
                                </a:lnTo>
                                <a:lnTo>
                                  <a:pt x="16156" y="2120"/>
                                </a:lnTo>
                                <a:lnTo>
                                  <a:pt x="16016" y="2013"/>
                                </a:lnTo>
                                <a:lnTo>
                                  <a:pt x="15876" y="1907"/>
                                </a:lnTo>
                                <a:lnTo>
                                  <a:pt x="15733" y="1807"/>
                                </a:lnTo>
                                <a:lnTo>
                                  <a:pt x="15590" y="1709"/>
                                </a:lnTo>
                                <a:lnTo>
                                  <a:pt x="15444" y="1612"/>
                                </a:lnTo>
                                <a:lnTo>
                                  <a:pt x="15298" y="1518"/>
                                </a:lnTo>
                                <a:lnTo>
                                  <a:pt x="15149" y="1426"/>
                                </a:lnTo>
                                <a:lnTo>
                                  <a:pt x="15000" y="1338"/>
                                </a:lnTo>
                                <a:lnTo>
                                  <a:pt x="14848" y="1253"/>
                                </a:lnTo>
                                <a:lnTo>
                                  <a:pt x="14693" y="1168"/>
                                </a:lnTo>
                                <a:lnTo>
                                  <a:pt x="14538" y="1089"/>
                                </a:lnTo>
                                <a:lnTo>
                                  <a:pt x="14383" y="1010"/>
                                </a:lnTo>
                                <a:lnTo>
                                  <a:pt x="14224" y="937"/>
                                </a:lnTo>
                                <a:lnTo>
                                  <a:pt x="14066" y="864"/>
                                </a:lnTo>
                                <a:lnTo>
                                  <a:pt x="13905" y="794"/>
                                </a:lnTo>
                                <a:lnTo>
                                  <a:pt x="13744" y="727"/>
                                </a:lnTo>
                                <a:lnTo>
                                  <a:pt x="13583" y="663"/>
                                </a:lnTo>
                                <a:lnTo>
                                  <a:pt x="13418" y="602"/>
                                </a:lnTo>
                                <a:lnTo>
                                  <a:pt x="13254" y="544"/>
                                </a:lnTo>
                                <a:lnTo>
                                  <a:pt x="13090" y="487"/>
                                </a:lnTo>
                                <a:lnTo>
                                  <a:pt x="12923" y="435"/>
                                </a:lnTo>
                                <a:lnTo>
                                  <a:pt x="12755" y="386"/>
                                </a:lnTo>
                                <a:lnTo>
                                  <a:pt x="12585" y="341"/>
                                </a:lnTo>
                                <a:lnTo>
                                  <a:pt x="12418" y="295"/>
                                </a:lnTo>
                                <a:lnTo>
                                  <a:pt x="12248" y="255"/>
                                </a:lnTo>
                                <a:lnTo>
                                  <a:pt x="12077" y="216"/>
                                </a:lnTo>
                                <a:lnTo>
                                  <a:pt x="11907" y="182"/>
                                </a:lnTo>
                                <a:lnTo>
                                  <a:pt x="11734" y="149"/>
                                </a:lnTo>
                                <a:lnTo>
                                  <a:pt x="11563" y="122"/>
                                </a:lnTo>
                                <a:lnTo>
                                  <a:pt x="11390" y="94"/>
                                </a:lnTo>
                                <a:lnTo>
                                  <a:pt x="11217" y="73"/>
                                </a:lnTo>
                                <a:lnTo>
                                  <a:pt x="11043" y="55"/>
                                </a:lnTo>
                                <a:lnTo>
                                  <a:pt x="10870" y="36"/>
                                </a:lnTo>
                                <a:lnTo>
                                  <a:pt x="10696" y="24"/>
                                </a:lnTo>
                                <a:lnTo>
                                  <a:pt x="10523" y="12"/>
                                </a:lnTo>
                                <a:lnTo>
                                  <a:pt x="10347" y="6"/>
                                </a:lnTo>
                                <a:lnTo>
                                  <a:pt x="10173" y="0"/>
                                </a:lnTo>
                                <a:lnTo>
                                  <a:pt x="10000" y="0"/>
                                </a:lnTo>
                                <a:lnTo>
                                  <a:pt x="10000" y="0"/>
                                </a:lnTo>
                                <a:lnTo>
                                  <a:pt x="10000" y="0"/>
                                </a:lnTo>
                              </a:path>
                            </a:pathLst>
                          </a:custGeom>
                          <a:blipFill rotWithShape="0">
                            <a:blip r:embed="rId2"/>
                            <a:tile/>
                          </a:blip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610200" y="610200"/>
                            <a:ext cx="2953440" cy="29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47.05pt;margin-top:256.4pt;width:328.8pt;height:328.8pt" coordorigin="4941,5128" coordsize="6576,6576">
                <v:shape id="shape_0" stroked="t" style="position:absolute;left:4941;top:5128;width:6575;height:6575;mso-position-vertical-relative:page">
                  <w10:wrap type="none"/>
                  <v:imagedata r:id="rId2" o:detectmouseclick="t"/>
                  <v:stroke color="black" weight="9360" joinstyle="round" endcap="flat"/>
                </v:shape>
                <v:shape id="shape_0" stroked="f" style="position:absolute;left:5902;top:6089;width:4650;height:4650;mso-position-vertical-relative:page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ind w:start="36" w:end="36" w:hanging="0"/>
                          <w:rPr/>
                        </w:pPr>
                        <w:r>
                          <w:rPr>
                            <w:sz w:val="24"/>
                            <w:kern w:val="2"/>
                            <w:szCs w:val="24"/>
                            <w:rFonts w:ascii="Liberation Serif" w:hAnsi="Liberation Serif" w:eastAsia="DejaVu Sans" w:cs="Noto Sans Devanagari"/>
                            <w:lang w:val="en-US" w:bidi="hi-IN"/>
                          </w:rPr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</v:group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4">
                <wp:simplePos x="0" y="0"/>
                <wp:positionH relativeFrom="column">
                  <wp:posOffset>1953895</wp:posOffset>
                </wp:positionH>
                <wp:positionV relativeFrom="page">
                  <wp:posOffset>1905000</wp:posOffset>
                </wp:positionV>
                <wp:extent cx="612775" cy="61277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6120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0000" y="0"/>
                              </a:moveTo>
                              <a:lnTo>
                                <a:pt x="10000" y="0"/>
                              </a:lnTo>
                              <a:lnTo>
                                <a:pt x="9819" y="0"/>
                              </a:lnTo>
                              <a:lnTo>
                                <a:pt x="9647" y="0"/>
                              </a:lnTo>
                              <a:lnTo>
                                <a:pt x="9475" y="9"/>
                              </a:lnTo>
                              <a:lnTo>
                                <a:pt x="9294" y="17"/>
                              </a:lnTo>
                              <a:lnTo>
                                <a:pt x="9122" y="34"/>
                              </a:lnTo>
                              <a:lnTo>
                                <a:pt x="8950" y="52"/>
                              </a:lnTo>
                              <a:lnTo>
                                <a:pt x="8778" y="69"/>
                              </a:lnTo>
                              <a:lnTo>
                                <a:pt x="8606" y="95"/>
                              </a:lnTo>
                              <a:lnTo>
                                <a:pt x="8434" y="120"/>
                              </a:lnTo>
                              <a:lnTo>
                                <a:pt x="8262" y="146"/>
                              </a:lnTo>
                              <a:lnTo>
                                <a:pt x="8090" y="181"/>
                              </a:lnTo>
                              <a:lnTo>
                                <a:pt x="7917" y="215"/>
                              </a:lnTo>
                              <a:lnTo>
                                <a:pt x="7745" y="250"/>
                              </a:lnTo>
                              <a:lnTo>
                                <a:pt x="7573" y="293"/>
                              </a:lnTo>
                              <a:lnTo>
                                <a:pt x="7410" y="336"/>
                              </a:lnTo>
                              <a:lnTo>
                                <a:pt x="7238" y="387"/>
                              </a:lnTo>
                              <a:lnTo>
                                <a:pt x="7074" y="430"/>
                              </a:lnTo>
                              <a:lnTo>
                                <a:pt x="6902" y="482"/>
                              </a:lnTo>
                              <a:lnTo>
                                <a:pt x="6738" y="542"/>
                              </a:lnTo>
                              <a:lnTo>
                                <a:pt x="6575" y="602"/>
                              </a:lnTo>
                              <a:lnTo>
                                <a:pt x="6411" y="663"/>
                              </a:lnTo>
                              <a:lnTo>
                                <a:pt x="6248" y="723"/>
                              </a:lnTo>
                              <a:lnTo>
                                <a:pt x="6084" y="792"/>
                              </a:lnTo>
                              <a:lnTo>
                                <a:pt x="5929" y="861"/>
                              </a:lnTo>
                              <a:lnTo>
                                <a:pt x="5766" y="929"/>
                              </a:lnTo>
                              <a:lnTo>
                                <a:pt x="5611" y="1007"/>
                              </a:lnTo>
                              <a:lnTo>
                                <a:pt x="5456" y="1084"/>
                              </a:lnTo>
                              <a:lnTo>
                                <a:pt x="5301" y="1170"/>
                              </a:lnTo>
                              <a:lnTo>
                                <a:pt x="5146" y="1248"/>
                              </a:lnTo>
                              <a:lnTo>
                                <a:pt x="5000" y="1334"/>
                              </a:lnTo>
                              <a:lnTo>
                                <a:pt x="4845" y="1420"/>
                              </a:lnTo>
                              <a:lnTo>
                                <a:pt x="4699" y="1515"/>
                              </a:lnTo>
                              <a:lnTo>
                                <a:pt x="4552" y="1609"/>
                              </a:lnTo>
                              <a:lnTo>
                                <a:pt x="4406" y="1704"/>
                              </a:lnTo>
                              <a:lnTo>
                                <a:pt x="4260" y="1807"/>
                              </a:lnTo>
                              <a:lnTo>
                                <a:pt x="4114" y="1902"/>
                              </a:lnTo>
                              <a:lnTo>
                                <a:pt x="3976" y="2005"/>
                              </a:lnTo>
                              <a:lnTo>
                                <a:pt x="3838" y="2117"/>
                              </a:lnTo>
                              <a:lnTo>
                                <a:pt x="3701" y="2220"/>
                              </a:lnTo>
                              <a:lnTo>
                                <a:pt x="3571" y="2332"/>
                              </a:lnTo>
                              <a:lnTo>
                                <a:pt x="3434" y="2453"/>
                              </a:lnTo>
                              <a:lnTo>
                                <a:pt x="3305" y="2565"/>
                              </a:lnTo>
                              <a:lnTo>
                                <a:pt x="3176" y="2685"/>
                              </a:lnTo>
                              <a:lnTo>
                                <a:pt x="3046" y="2806"/>
                              </a:lnTo>
                              <a:lnTo>
                                <a:pt x="2926" y="2926"/>
                              </a:lnTo>
                              <a:lnTo>
                                <a:pt x="2806" y="3046"/>
                              </a:lnTo>
                              <a:lnTo>
                                <a:pt x="2685" y="3176"/>
                              </a:lnTo>
                              <a:lnTo>
                                <a:pt x="2565" y="3305"/>
                              </a:lnTo>
                              <a:lnTo>
                                <a:pt x="2453" y="3434"/>
                              </a:lnTo>
                              <a:lnTo>
                                <a:pt x="2332" y="3571"/>
                              </a:lnTo>
                              <a:lnTo>
                                <a:pt x="2220" y="3701"/>
                              </a:lnTo>
                              <a:lnTo>
                                <a:pt x="2117" y="3838"/>
                              </a:lnTo>
                              <a:lnTo>
                                <a:pt x="2005" y="3976"/>
                              </a:lnTo>
                              <a:lnTo>
                                <a:pt x="1902" y="4114"/>
                              </a:lnTo>
                              <a:lnTo>
                                <a:pt x="1807" y="4260"/>
                              </a:lnTo>
                              <a:lnTo>
                                <a:pt x="1704" y="4406"/>
                              </a:lnTo>
                              <a:lnTo>
                                <a:pt x="1609" y="4552"/>
                              </a:lnTo>
                              <a:lnTo>
                                <a:pt x="1515" y="4699"/>
                              </a:lnTo>
                              <a:lnTo>
                                <a:pt x="1420" y="4845"/>
                              </a:lnTo>
                              <a:lnTo>
                                <a:pt x="1334" y="4991"/>
                              </a:lnTo>
                              <a:lnTo>
                                <a:pt x="1248" y="5146"/>
                              </a:lnTo>
                              <a:lnTo>
                                <a:pt x="1170" y="5301"/>
                              </a:lnTo>
                              <a:lnTo>
                                <a:pt x="1084" y="5456"/>
                              </a:lnTo>
                              <a:lnTo>
                                <a:pt x="1007" y="5611"/>
                              </a:lnTo>
                              <a:lnTo>
                                <a:pt x="929" y="5766"/>
                              </a:lnTo>
                              <a:lnTo>
                                <a:pt x="861" y="5929"/>
                              </a:lnTo>
                              <a:lnTo>
                                <a:pt x="792" y="6084"/>
                              </a:lnTo>
                              <a:lnTo>
                                <a:pt x="723" y="6248"/>
                              </a:lnTo>
                              <a:lnTo>
                                <a:pt x="663" y="6411"/>
                              </a:lnTo>
                              <a:lnTo>
                                <a:pt x="602" y="6575"/>
                              </a:lnTo>
                              <a:lnTo>
                                <a:pt x="542" y="6738"/>
                              </a:lnTo>
                              <a:lnTo>
                                <a:pt x="482" y="6902"/>
                              </a:lnTo>
                              <a:lnTo>
                                <a:pt x="430" y="7074"/>
                              </a:lnTo>
                              <a:lnTo>
                                <a:pt x="387" y="7238"/>
                              </a:lnTo>
                              <a:lnTo>
                                <a:pt x="336" y="7410"/>
                              </a:lnTo>
                              <a:lnTo>
                                <a:pt x="293" y="7573"/>
                              </a:lnTo>
                              <a:lnTo>
                                <a:pt x="250" y="7745"/>
                              </a:lnTo>
                              <a:lnTo>
                                <a:pt x="215" y="7917"/>
                              </a:lnTo>
                              <a:lnTo>
                                <a:pt x="181" y="8090"/>
                              </a:lnTo>
                              <a:lnTo>
                                <a:pt x="146" y="8262"/>
                              </a:lnTo>
                              <a:lnTo>
                                <a:pt x="120" y="8434"/>
                              </a:lnTo>
                              <a:lnTo>
                                <a:pt x="95" y="8606"/>
                              </a:lnTo>
                              <a:lnTo>
                                <a:pt x="69" y="8778"/>
                              </a:lnTo>
                              <a:lnTo>
                                <a:pt x="52" y="8950"/>
                              </a:lnTo>
                              <a:lnTo>
                                <a:pt x="34" y="9122"/>
                              </a:lnTo>
                              <a:lnTo>
                                <a:pt x="17" y="9294"/>
                              </a:lnTo>
                              <a:lnTo>
                                <a:pt x="9" y="9475"/>
                              </a:lnTo>
                              <a:lnTo>
                                <a:pt x="0" y="9647"/>
                              </a:lnTo>
                              <a:lnTo>
                                <a:pt x="0" y="9819"/>
                              </a:lnTo>
                              <a:lnTo>
                                <a:pt x="0" y="9991"/>
                              </a:lnTo>
                              <a:lnTo>
                                <a:pt x="0" y="10000"/>
                              </a:lnTo>
                              <a:lnTo>
                                <a:pt x="0" y="10172"/>
                              </a:lnTo>
                              <a:lnTo>
                                <a:pt x="0" y="10344"/>
                              </a:lnTo>
                              <a:lnTo>
                                <a:pt x="9" y="10516"/>
                              </a:lnTo>
                              <a:lnTo>
                                <a:pt x="17" y="10697"/>
                              </a:lnTo>
                              <a:lnTo>
                                <a:pt x="34" y="10869"/>
                              </a:lnTo>
                              <a:lnTo>
                                <a:pt x="52" y="11041"/>
                              </a:lnTo>
                              <a:lnTo>
                                <a:pt x="69" y="11213"/>
                              </a:lnTo>
                              <a:lnTo>
                                <a:pt x="95" y="11386"/>
                              </a:lnTo>
                              <a:lnTo>
                                <a:pt x="120" y="11558"/>
                              </a:lnTo>
                              <a:lnTo>
                                <a:pt x="146" y="11730"/>
                              </a:lnTo>
                              <a:lnTo>
                                <a:pt x="181" y="11902"/>
                              </a:lnTo>
                              <a:lnTo>
                                <a:pt x="215" y="12074"/>
                              </a:lnTo>
                              <a:lnTo>
                                <a:pt x="250" y="12246"/>
                              </a:lnTo>
                              <a:lnTo>
                                <a:pt x="293" y="12418"/>
                              </a:lnTo>
                              <a:lnTo>
                                <a:pt x="336" y="12582"/>
                              </a:lnTo>
                              <a:lnTo>
                                <a:pt x="387" y="12754"/>
                              </a:lnTo>
                              <a:lnTo>
                                <a:pt x="430" y="12917"/>
                              </a:lnTo>
                              <a:lnTo>
                                <a:pt x="482" y="13090"/>
                              </a:lnTo>
                              <a:lnTo>
                                <a:pt x="542" y="13253"/>
                              </a:lnTo>
                              <a:lnTo>
                                <a:pt x="602" y="13417"/>
                              </a:lnTo>
                              <a:lnTo>
                                <a:pt x="663" y="13580"/>
                              </a:lnTo>
                              <a:lnTo>
                                <a:pt x="723" y="13744"/>
                              </a:lnTo>
                              <a:lnTo>
                                <a:pt x="792" y="13907"/>
                              </a:lnTo>
                              <a:lnTo>
                                <a:pt x="861" y="14062"/>
                              </a:lnTo>
                              <a:lnTo>
                                <a:pt x="929" y="14225"/>
                              </a:lnTo>
                              <a:lnTo>
                                <a:pt x="1007" y="14380"/>
                              </a:lnTo>
                              <a:lnTo>
                                <a:pt x="1084" y="14535"/>
                              </a:lnTo>
                              <a:lnTo>
                                <a:pt x="1170" y="14690"/>
                              </a:lnTo>
                              <a:lnTo>
                                <a:pt x="1248" y="14845"/>
                              </a:lnTo>
                              <a:lnTo>
                                <a:pt x="1334" y="14991"/>
                              </a:lnTo>
                              <a:lnTo>
                                <a:pt x="1420" y="15146"/>
                              </a:lnTo>
                              <a:lnTo>
                                <a:pt x="1515" y="15293"/>
                              </a:lnTo>
                              <a:lnTo>
                                <a:pt x="1609" y="15439"/>
                              </a:lnTo>
                              <a:lnTo>
                                <a:pt x="1704" y="15585"/>
                              </a:lnTo>
                              <a:lnTo>
                                <a:pt x="1807" y="15731"/>
                              </a:lnTo>
                              <a:lnTo>
                                <a:pt x="1902" y="15878"/>
                              </a:lnTo>
                              <a:lnTo>
                                <a:pt x="2005" y="16015"/>
                              </a:lnTo>
                              <a:lnTo>
                                <a:pt x="2117" y="16153"/>
                              </a:lnTo>
                              <a:lnTo>
                                <a:pt x="2220" y="16291"/>
                              </a:lnTo>
                              <a:lnTo>
                                <a:pt x="2332" y="16420"/>
                              </a:lnTo>
                              <a:lnTo>
                                <a:pt x="2453" y="16558"/>
                              </a:lnTo>
                              <a:lnTo>
                                <a:pt x="2565" y="16687"/>
                              </a:lnTo>
                              <a:lnTo>
                                <a:pt x="2685" y="16816"/>
                              </a:lnTo>
                              <a:lnTo>
                                <a:pt x="2806" y="16945"/>
                              </a:lnTo>
                              <a:lnTo>
                                <a:pt x="2926" y="17065"/>
                              </a:lnTo>
                              <a:lnTo>
                                <a:pt x="3046" y="17186"/>
                              </a:lnTo>
                              <a:lnTo>
                                <a:pt x="3176" y="17306"/>
                              </a:lnTo>
                              <a:lnTo>
                                <a:pt x="3305" y="17427"/>
                              </a:lnTo>
                              <a:lnTo>
                                <a:pt x="3434" y="17539"/>
                              </a:lnTo>
                              <a:lnTo>
                                <a:pt x="3571" y="17659"/>
                              </a:lnTo>
                              <a:lnTo>
                                <a:pt x="3701" y="17771"/>
                              </a:lnTo>
                              <a:lnTo>
                                <a:pt x="3838" y="17874"/>
                              </a:lnTo>
                              <a:lnTo>
                                <a:pt x="3976" y="17986"/>
                              </a:lnTo>
                              <a:lnTo>
                                <a:pt x="4114" y="18090"/>
                              </a:lnTo>
                              <a:lnTo>
                                <a:pt x="4260" y="18184"/>
                              </a:lnTo>
                              <a:lnTo>
                                <a:pt x="4406" y="18287"/>
                              </a:lnTo>
                              <a:lnTo>
                                <a:pt x="4552" y="18382"/>
                              </a:lnTo>
                              <a:lnTo>
                                <a:pt x="4699" y="18477"/>
                              </a:lnTo>
                              <a:lnTo>
                                <a:pt x="4845" y="18571"/>
                              </a:lnTo>
                              <a:lnTo>
                                <a:pt x="4991" y="18657"/>
                              </a:lnTo>
                              <a:lnTo>
                                <a:pt x="5146" y="18744"/>
                              </a:lnTo>
                              <a:lnTo>
                                <a:pt x="5301" y="18821"/>
                              </a:lnTo>
                              <a:lnTo>
                                <a:pt x="5456" y="18907"/>
                              </a:lnTo>
                              <a:lnTo>
                                <a:pt x="5611" y="18985"/>
                              </a:lnTo>
                              <a:lnTo>
                                <a:pt x="5766" y="19062"/>
                              </a:lnTo>
                              <a:lnTo>
                                <a:pt x="5929" y="19131"/>
                              </a:lnTo>
                              <a:lnTo>
                                <a:pt x="6084" y="19200"/>
                              </a:lnTo>
                              <a:lnTo>
                                <a:pt x="6248" y="19269"/>
                              </a:lnTo>
                              <a:lnTo>
                                <a:pt x="6411" y="19329"/>
                              </a:lnTo>
                              <a:lnTo>
                                <a:pt x="6575" y="19389"/>
                              </a:lnTo>
                              <a:lnTo>
                                <a:pt x="6738" y="19449"/>
                              </a:lnTo>
                              <a:lnTo>
                                <a:pt x="6902" y="19509"/>
                              </a:lnTo>
                              <a:lnTo>
                                <a:pt x="7074" y="19561"/>
                              </a:lnTo>
                              <a:lnTo>
                                <a:pt x="7238" y="19604"/>
                              </a:lnTo>
                              <a:lnTo>
                                <a:pt x="7410" y="19656"/>
                              </a:lnTo>
                              <a:lnTo>
                                <a:pt x="7573" y="19699"/>
                              </a:lnTo>
                              <a:lnTo>
                                <a:pt x="7745" y="19742"/>
                              </a:lnTo>
                              <a:lnTo>
                                <a:pt x="7917" y="19776"/>
                              </a:lnTo>
                              <a:lnTo>
                                <a:pt x="8090" y="19811"/>
                              </a:lnTo>
                              <a:lnTo>
                                <a:pt x="8262" y="19845"/>
                              </a:lnTo>
                              <a:lnTo>
                                <a:pt x="8434" y="19871"/>
                              </a:lnTo>
                              <a:lnTo>
                                <a:pt x="8606" y="19897"/>
                              </a:lnTo>
                              <a:lnTo>
                                <a:pt x="8778" y="19923"/>
                              </a:lnTo>
                              <a:lnTo>
                                <a:pt x="8950" y="19940"/>
                              </a:lnTo>
                              <a:lnTo>
                                <a:pt x="9122" y="19957"/>
                              </a:lnTo>
                              <a:lnTo>
                                <a:pt x="9294" y="19974"/>
                              </a:lnTo>
                              <a:lnTo>
                                <a:pt x="9475" y="19983"/>
                              </a:lnTo>
                              <a:lnTo>
                                <a:pt x="9647" y="19991"/>
                              </a:lnTo>
                              <a:lnTo>
                                <a:pt x="9819" y="19991"/>
                              </a:lnTo>
                              <a:lnTo>
                                <a:pt x="10000" y="20000"/>
                              </a:lnTo>
                              <a:lnTo>
                                <a:pt x="10000" y="20000"/>
                              </a:lnTo>
                              <a:lnTo>
                                <a:pt x="10000" y="20000"/>
                              </a:lnTo>
                              <a:lnTo>
                                <a:pt x="10172" y="19991"/>
                              </a:lnTo>
                              <a:lnTo>
                                <a:pt x="10344" y="19991"/>
                              </a:lnTo>
                              <a:lnTo>
                                <a:pt x="10516" y="19983"/>
                              </a:lnTo>
                              <a:lnTo>
                                <a:pt x="10697" y="19974"/>
                              </a:lnTo>
                              <a:lnTo>
                                <a:pt x="10869" y="19957"/>
                              </a:lnTo>
                              <a:lnTo>
                                <a:pt x="11041" y="19940"/>
                              </a:lnTo>
                              <a:lnTo>
                                <a:pt x="11213" y="19923"/>
                              </a:lnTo>
                              <a:lnTo>
                                <a:pt x="11386" y="19897"/>
                              </a:lnTo>
                              <a:lnTo>
                                <a:pt x="11558" y="19871"/>
                              </a:lnTo>
                              <a:lnTo>
                                <a:pt x="11730" y="19845"/>
                              </a:lnTo>
                              <a:lnTo>
                                <a:pt x="11902" y="19811"/>
                              </a:lnTo>
                              <a:lnTo>
                                <a:pt x="12074" y="19776"/>
                              </a:lnTo>
                              <a:lnTo>
                                <a:pt x="12246" y="19742"/>
                              </a:lnTo>
                              <a:lnTo>
                                <a:pt x="12418" y="19699"/>
                              </a:lnTo>
                              <a:lnTo>
                                <a:pt x="12582" y="19656"/>
                              </a:lnTo>
                              <a:lnTo>
                                <a:pt x="12754" y="19604"/>
                              </a:lnTo>
                              <a:lnTo>
                                <a:pt x="12917" y="19561"/>
                              </a:lnTo>
                              <a:lnTo>
                                <a:pt x="13090" y="19509"/>
                              </a:lnTo>
                              <a:lnTo>
                                <a:pt x="13253" y="19449"/>
                              </a:lnTo>
                              <a:lnTo>
                                <a:pt x="13417" y="19389"/>
                              </a:lnTo>
                              <a:lnTo>
                                <a:pt x="13580" y="19329"/>
                              </a:lnTo>
                              <a:lnTo>
                                <a:pt x="13744" y="19269"/>
                              </a:lnTo>
                              <a:lnTo>
                                <a:pt x="13907" y="19200"/>
                              </a:lnTo>
                              <a:lnTo>
                                <a:pt x="14062" y="19131"/>
                              </a:lnTo>
                              <a:lnTo>
                                <a:pt x="14225" y="19062"/>
                              </a:lnTo>
                              <a:lnTo>
                                <a:pt x="14380" y="18985"/>
                              </a:lnTo>
                              <a:lnTo>
                                <a:pt x="14535" y="18907"/>
                              </a:lnTo>
                              <a:lnTo>
                                <a:pt x="14690" y="18821"/>
                              </a:lnTo>
                              <a:lnTo>
                                <a:pt x="14845" y="18744"/>
                              </a:lnTo>
                              <a:lnTo>
                                <a:pt x="14991" y="18657"/>
                              </a:lnTo>
                              <a:lnTo>
                                <a:pt x="15146" y="18571"/>
                              </a:lnTo>
                              <a:lnTo>
                                <a:pt x="15293" y="18477"/>
                              </a:lnTo>
                              <a:lnTo>
                                <a:pt x="15439" y="18382"/>
                              </a:lnTo>
                              <a:lnTo>
                                <a:pt x="15585" y="18287"/>
                              </a:lnTo>
                              <a:lnTo>
                                <a:pt x="15731" y="18184"/>
                              </a:lnTo>
                              <a:lnTo>
                                <a:pt x="15878" y="18090"/>
                              </a:lnTo>
                              <a:lnTo>
                                <a:pt x="16015" y="17986"/>
                              </a:lnTo>
                              <a:lnTo>
                                <a:pt x="16153" y="17874"/>
                              </a:lnTo>
                              <a:lnTo>
                                <a:pt x="16291" y="17771"/>
                              </a:lnTo>
                              <a:lnTo>
                                <a:pt x="16420" y="17659"/>
                              </a:lnTo>
                              <a:lnTo>
                                <a:pt x="16558" y="17539"/>
                              </a:lnTo>
                              <a:lnTo>
                                <a:pt x="16687" y="17427"/>
                              </a:lnTo>
                              <a:lnTo>
                                <a:pt x="16816" y="17306"/>
                              </a:lnTo>
                              <a:lnTo>
                                <a:pt x="16945" y="17186"/>
                              </a:lnTo>
                              <a:lnTo>
                                <a:pt x="17065" y="17065"/>
                              </a:lnTo>
                              <a:lnTo>
                                <a:pt x="17186" y="16945"/>
                              </a:lnTo>
                              <a:lnTo>
                                <a:pt x="17306" y="16816"/>
                              </a:lnTo>
                              <a:lnTo>
                                <a:pt x="17427" y="16687"/>
                              </a:lnTo>
                              <a:lnTo>
                                <a:pt x="17539" y="16558"/>
                              </a:lnTo>
                              <a:lnTo>
                                <a:pt x="17659" y="16420"/>
                              </a:lnTo>
                              <a:lnTo>
                                <a:pt x="17771" y="16291"/>
                              </a:lnTo>
                              <a:lnTo>
                                <a:pt x="17874" y="16153"/>
                              </a:lnTo>
                              <a:lnTo>
                                <a:pt x="17986" y="16015"/>
                              </a:lnTo>
                              <a:lnTo>
                                <a:pt x="18090" y="15878"/>
                              </a:lnTo>
                              <a:lnTo>
                                <a:pt x="18184" y="15731"/>
                              </a:lnTo>
                              <a:lnTo>
                                <a:pt x="18287" y="15585"/>
                              </a:lnTo>
                              <a:lnTo>
                                <a:pt x="18382" y="15439"/>
                              </a:lnTo>
                              <a:lnTo>
                                <a:pt x="18477" y="15293"/>
                              </a:lnTo>
                              <a:lnTo>
                                <a:pt x="18571" y="15146"/>
                              </a:lnTo>
                              <a:lnTo>
                                <a:pt x="18657" y="15000"/>
                              </a:lnTo>
                              <a:lnTo>
                                <a:pt x="18744" y="14845"/>
                              </a:lnTo>
                              <a:lnTo>
                                <a:pt x="18821" y="14690"/>
                              </a:lnTo>
                              <a:lnTo>
                                <a:pt x="18907" y="14535"/>
                              </a:lnTo>
                              <a:lnTo>
                                <a:pt x="18985" y="14380"/>
                              </a:lnTo>
                              <a:lnTo>
                                <a:pt x="19062" y="14225"/>
                              </a:lnTo>
                              <a:lnTo>
                                <a:pt x="19131" y="14062"/>
                              </a:lnTo>
                              <a:lnTo>
                                <a:pt x="19200" y="13907"/>
                              </a:lnTo>
                              <a:lnTo>
                                <a:pt x="19269" y="13744"/>
                              </a:lnTo>
                              <a:lnTo>
                                <a:pt x="19329" y="13580"/>
                              </a:lnTo>
                              <a:lnTo>
                                <a:pt x="19389" y="13417"/>
                              </a:lnTo>
                              <a:lnTo>
                                <a:pt x="19449" y="13253"/>
                              </a:lnTo>
                              <a:lnTo>
                                <a:pt x="19509" y="13090"/>
                              </a:lnTo>
                              <a:lnTo>
                                <a:pt x="19561" y="12917"/>
                              </a:lnTo>
                              <a:lnTo>
                                <a:pt x="19604" y="12754"/>
                              </a:lnTo>
                              <a:lnTo>
                                <a:pt x="19656" y="12582"/>
                              </a:lnTo>
                              <a:lnTo>
                                <a:pt x="19699" y="12418"/>
                              </a:lnTo>
                              <a:lnTo>
                                <a:pt x="19742" y="12246"/>
                              </a:lnTo>
                              <a:lnTo>
                                <a:pt x="19776" y="12074"/>
                              </a:lnTo>
                              <a:lnTo>
                                <a:pt x="19811" y="11902"/>
                              </a:lnTo>
                              <a:lnTo>
                                <a:pt x="19845" y="11730"/>
                              </a:lnTo>
                              <a:lnTo>
                                <a:pt x="19871" y="11558"/>
                              </a:lnTo>
                              <a:lnTo>
                                <a:pt x="19897" y="11386"/>
                              </a:lnTo>
                              <a:lnTo>
                                <a:pt x="19923" y="11213"/>
                              </a:lnTo>
                              <a:lnTo>
                                <a:pt x="19940" y="11041"/>
                              </a:lnTo>
                              <a:lnTo>
                                <a:pt x="19957" y="10869"/>
                              </a:lnTo>
                              <a:lnTo>
                                <a:pt x="19974" y="10697"/>
                              </a:lnTo>
                              <a:lnTo>
                                <a:pt x="19983" y="10516"/>
                              </a:lnTo>
                              <a:lnTo>
                                <a:pt x="19991" y="10344"/>
                              </a:lnTo>
                              <a:lnTo>
                                <a:pt x="19991" y="10172"/>
                              </a:lnTo>
                              <a:lnTo>
                                <a:pt x="19991" y="10000"/>
                              </a:lnTo>
                              <a:lnTo>
                                <a:pt x="20000" y="10000"/>
                              </a:lnTo>
                              <a:lnTo>
                                <a:pt x="19991" y="9819"/>
                              </a:lnTo>
                              <a:lnTo>
                                <a:pt x="19991" y="9647"/>
                              </a:lnTo>
                              <a:lnTo>
                                <a:pt x="19983" y="9475"/>
                              </a:lnTo>
                              <a:lnTo>
                                <a:pt x="19974" y="9294"/>
                              </a:lnTo>
                              <a:lnTo>
                                <a:pt x="19957" y="9122"/>
                              </a:lnTo>
                              <a:lnTo>
                                <a:pt x="19940" y="8950"/>
                              </a:lnTo>
                              <a:lnTo>
                                <a:pt x="19923" y="8778"/>
                              </a:lnTo>
                              <a:lnTo>
                                <a:pt x="19897" y="8606"/>
                              </a:lnTo>
                              <a:lnTo>
                                <a:pt x="19871" y="8434"/>
                              </a:lnTo>
                              <a:lnTo>
                                <a:pt x="19845" y="8262"/>
                              </a:lnTo>
                              <a:lnTo>
                                <a:pt x="19811" y="8090"/>
                              </a:lnTo>
                              <a:lnTo>
                                <a:pt x="19776" y="7917"/>
                              </a:lnTo>
                              <a:lnTo>
                                <a:pt x="19742" y="7745"/>
                              </a:lnTo>
                              <a:lnTo>
                                <a:pt x="19699" y="7573"/>
                              </a:lnTo>
                              <a:lnTo>
                                <a:pt x="19656" y="7410"/>
                              </a:lnTo>
                              <a:lnTo>
                                <a:pt x="19604" y="7238"/>
                              </a:lnTo>
                              <a:lnTo>
                                <a:pt x="19561" y="7074"/>
                              </a:lnTo>
                              <a:lnTo>
                                <a:pt x="19509" y="6902"/>
                              </a:lnTo>
                              <a:lnTo>
                                <a:pt x="19449" y="6738"/>
                              </a:lnTo>
                              <a:lnTo>
                                <a:pt x="19389" y="6575"/>
                              </a:lnTo>
                              <a:lnTo>
                                <a:pt x="19329" y="6411"/>
                              </a:lnTo>
                              <a:lnTo>
                                <a:pt x="19269" y="6248"/>
                              </a:lnTo>
                              <a:lnTo>
                                <a:pt x="19200" y="6084"/>
                              </a:lnTo>
                              <a:lnTo>
                                <a:pt x="19131" y="5929"/>
                              </a:lnTo>
                              <a:lnTo>
                                <a:pt x="19062" y="5766"/>
                              </a:lnTo>
                              <a:lnTo>
                                <a:pt x="18985" y="5611"/>
                              </a:lnTo>
                              <a:lnTo>
                                <a:pt x="18907" y="5456"/>
                              </a:lnTo>
                              <a:lnTo>
                                <a:pt x="18821" y="5301"/>
                              </a:lnTo>
                              <a:lnTo>
                                <a:pt x="18744" y="5146"/>
                              </a:lnTo>
                              <a:lnTo>
                                <a:pt x="18657" y="5000"/>
                              </a:lnTo>
                              <a:lnTo>
                                <a:pt x="18571" y="4845"/>
                              </a:lnTo>
                              <a:lnTo>
                                <a:pt x="18477" y="4699"/>
                              </a:lnTo>
                              <a:lnTo>
                                <a:pt x="18382" y="4552"/>
                              </a:lnTo>
                              <a:lnTo>
                                <a:pt x="18287" y="4406"/>
                              </a:lnTo>
                              <a:lnTo>
                                <a:pt x="18184" y="4260"/>
                              </a:lnTo>
                              <a:lnTo>
                                <a:pt x="18090" y="4114"/>
                              </a:lnTo>
                              <a:lnTo>
                                <a:pt x="17986" y="3976"/>
                              </a:lnTo>
                              <a:lnTo>
                                <a:pt x="17874" y="3838"/>
                              </a:lnTo>
                              <a:lnTo>
                                <a:pt x="17771" y="3701"/>
                              </a:lnTo>
                              <a:lnTo>
                                <a:pt x="17659" y="3571"/>
                              </a:lnTo>
                              <a:lnTo>
                                <a:pt x="17539" y="3434"/>
                              </a:lnTo>
                              <a:lnTo>
                                <a:pt x="17427" y="3305"/>
                              </a:lnTo>
                              <a:lnTo>
                                <a:pt x="17306" y="3176"/>
                              </a:lnTo>
                              <a:lnTo>
                                <a:pt x="17186" y="3046"/>
                              </a:lnTo>
                              <a:lnTo>
                                <a:pt x="17065" y="2926"/>
                              </a:lnTo>
                              <a:lnTo>
                                <a:pt x="16945" y="2806"/>
                              </a:lnTo>
                              <a:lnTo>
                                <a:pt x="16816" y="2685"/>
                              </a:lnTo>
                              <a:lnTo>
                                <a:pt x="16687" y="2565"/>
                              </a:lnTo>
                              <a:lnTo>
                                <a:pt x="16558" y="2453"/>
                              </a:lnTo>
                              <a:lnTo>
                                <a:pt x="16420" y="2332"/>
                              </a:lnTo>
                              <a:lnTo>
                                <a:pt x="16291" y="2220"/>
                              </a:lnTo>
                              <a:lnTo>
                                <a:pt x="16153" y="2117"/>
                              </a:lnTo>
                              <a:lnTo>
                                <a:pt x="16015" y="2005"/>
                              </a:lnTo>
                              <a:lnTo>
                                <a:pt x="15878" y="1902"/>
                              </a:lnTo>
                              <a:lnTo>
                                <a:pt x="15731" y="1807"/>
                              </a:lnTo>
                              <a:lnTo>
                                <a:pt x="15585" y="1704"/>
                              </a:lnTo>
                              <a:lnTo>
                                <a:pt x="15439" y="1609"/>
                              </a:lnTo>
                              <a:lnTo>
                                <a:pt x="15293" y="1515"/>
                              </a:lnTo>
                              <a:lnTo>
                                <a:pt x="15146" y="1420"/>
                              </a:lnTo>
                              <a:lnTo>
                                <a:pt x="15000" y="1334"/>
                              </a:lnTo>
                              <a:lnTo>
                                <a:pt x="14845" y="1248"/>
                              </a:lnTo>
                              <a:lnTo>
                                <a:pt x="14690" y="1170"/>
                              </a:lnTo>
                              <a:lnTo>
                                <a:pt x="14535" y="1084"/>
                              </a:lnTo>
                              <a:lnTo>
                                <a:pt x="14380" y="1007"/>
                              </a:lnTo>
                              <a:lnTo>
                                <a:pt x="14225" y="929"/>
                              </a:lnTo>
                              <a:lnTo>
                                <a:pt x="14062" y="861"/>
                              </a:lnTo>
                              <a:lnTo>
                                <a:pt x="13907" y="792"/>
                              </a:lnTo>
                              <a:lnTo>
                                <a:pt x="13744" y="723"/>
                              </a:lnTo>
                              <a:lnTo>
                                <a:pt x="13580" y="663"/>
                              </a:lnTo>
                              <a:lnTo>
                                <a:pt x="13417" y="602"/>
                              </a:lnTo>
                              <a:lnTo>
                                <a:pt x="13253" y="542"/>
                              </a:lnTo>
                              <a:lnTo>
                                <a:pt x="13090" y="482"/>
                              </a:lnTo>
                              <a:lnTo>
                                <a:pt x="12917" y="430"/>
                              </a:lnTo>
                              <a:lnTo>
                                <a:pt x="12754" y="387"/>
                              </a:lnTo>
                              <a:lnTo>
                                <a:pt x="12582" y="336"/>
                              </a:lnTo>
                              <a:lnTo>
                                <a:pt x="12418" y="293"/>
                              </a:lnTo>
                              <a:lnTo>
                                <a:pt x="12246" y="250"/>
                              </a:lnTo>
                              <a:lnTo>
                                <a:pt x="12074" y="215"/>
                              </a:lnTo>
                              <a:lnTo>
                                <a:pt x="11902" y="181"/>
                              </a:lnTo>
                              <a:lnTo>
                                <a:pt x="11730" y="146"/>
                              </a:lnTo>
                              <a:lnTo>
                                <a:pt x="11558" y="120"/>
                              </a:lnTo>
                              <a:lnTo>
                                <a:pt x="11386" y="95"/>
                              </a:lnTo>
                              <a:lnTo>
                                <a:pt x="11213" y="69"/>
                              </a:lnTo>
                              <a:lnTo>
                                <a:pt x="11041" y="52"/>
                              </a:lnTo>
                              <a:lnTo>
                                <a:pt x="10869" y="34"/>
                              </a:lnTo>
                              <a:lnTo>
                                <a:pt x="10697" y="17"/>
                              </a:lnTo>
                              <a:lnTo>
                                <a:pt x="10516" y="9"/>
                              </a:lnTo>
                              <a:lnTo>
                                <a:pt x="10344" y="0"/>
                              </a:lnTo>
                              <a:lnTo>
                                <a:pt x="10172" y="0"/>
                              </a:lnTo>
                              <a:lnTo>
                                <a:pt x="10000" y="0"/>
                              </a:lnTo>
                              <a:lnTo>
                                <a:pt x="10000" y="0"/>
                              </a:ln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blipFill rotWithShape="0">
                          <a:blip r:embed="rId2"/>
                          <a:tile/>
                        </a:blip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153.85pt;margin-top:150pt;width:48.15pt;height:48.15pt;mso-position-vertical-relative:page">
                <w10:wrap type="none"/>
                <v:imagedata r:id="rId2" o:detectmouseclick="t"/>
                <v:stroke color="black" weight="93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5">
                <wp:simplePos x="0" y="0"/>
                <wp:positionH relativeFrom="column">
                  <wp:posOffset>4966335</wp:posOffset>
                </wp:positionH>
                <wp:positionV relativeFrom="page">
                  <wp:posOffset>5031740</wp:posOffset>
                </wp:positionV>
                <wp:extent cx="612775" cy="61277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6120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0000" y="0"/>
                              </a:moveTo>
                              <a:lnTo>
                                <a:pt x="10000" y="0"/>
                              </a:lnTo>
                              <a:lnTo>
                                <a:pt x="9819" y="0"/>
                              </a:lnTo>
                              <a:lnTo>
                                <a:pt x="9647" y="0"/>
                              </a:lnTo>
                              <a:lnTo>
                                <a:pt x="9475" y="9"/>
                              </a:lnTo>
                              <a:lnTo>
                                <a:pt x="9294" y="17"/>
                              </a:lnTo>
                              <a:lnTo>
                                <a:pt x="9122" y="34"/>
                              </a:lnTo>
                              <a:lnTo>
                                <a:pt x="8950" y="52"/>
                              </a:lnTo>
                              <a:lnTo>
                                <a:pt x="8778" y="69"/>
                              </a:lnTo>
                              <a:lnTo>
                                <a:pt x="8606" y="95"/>
                              </a:lnTo>
                              <a:lnTo>
                                <a:pt x="8434" y="120"/>
                              </a:lnTo>
                              <a:lnTo>
                                <a:pt x="8262" y="146"/>
                              </a:lnTo>
                              <a:lnTo>
                                <a:pt x="8090" y="181"/>
                              </a:lnTo>
                              <a:lnTo>
                                <a:pt x="7917" y="215"/>
                              </a:lnTo>
                              <a:lnTo>
                                <a:pt x="7745" y="250"/>
                              </a:lnTo>
                              <a:lnTo>
                                <a:pt x="7573" y="293"/>
                              </a:lnTo>
                              <a:lnTo>
                                <a:pt x="7410" y="336"/>
                              </a:lnTo>
                              <a:lnTo>
                                <a:pt x="7238" y="387"/>
                              </a:lnTo>
                              <a:lnTo>
                                <a:pt x="7074" y="430"/>
                              </a:lnTo>
                              <a:lnTo>
                                <a:pt x="6902" y="482"/>
                              </a:lnTo>
                              <a:lnTo>
                                <a:pt x="6738" y="542"/>
                              </a:lnTo>
                              <a:lnTo>
                                <a:pt x="6575" y="602"/>
                              </a:lnTo>
                              <a:lnTo>
                                <a:pt x="6411" y="663"/>
                              </a:lnTo>
                              <a:lnTo>
                                <a:pt x="6248" y="723"/>
                              </a:lnTo>
                              <a:lnTo>
                                <a:pt x="6084" y="792"/>
                              </a:lnTo>
                              <a:lnTo>
                                <a:pt x="5929" y="861"/>
                              </a:lnTo>
                              <a:lnTo>
                                <a:pt x="5766" y="929"/>
                              </a:lnTo>
                              <a:lnTo>
                                <a:pt x="5611" y="1007"/>
                              </a:lnTo>
                              <a:lnTo>
                                <a:pt x="5456" y="1084"/>
                              </a:lnTo>
                              <a:lnTo>
                                <a:pt x="5301" y="1170"/>
                              </a:lnTo>
                              <a:lnTo>
                                <a:pt x="5146" y="1248"/>
                              </a:lnTo>
                              <a:lnTo>
                                <a:pt x="5000" y="1334"/>
                              </a:lnTo>
                              <a:lnTo>
                                <a:pt x="4845" y="1420"/>
                              </a:lnTo>
                              <a:lnTo>
                                <a:pt x="4699" y="1515"/>
                              </a:lnTo>
                              <a:lnTo>
                                <a:pt x="4552" y="1609"/>
                              </a:lnTo>
                              <a:lnTo>
                                <a:pt x="4406" y="1704"/>
                              </a:lnTo>
                              <a:lnTo>
                                <a:pt x="4260" y="1807"/>
                              </a:lnTo>
                              <a:lnTo>
                                <a:pt x="4114" y="1902"/>
                              </a:lnTo>
                              <a:lnTo>
                                <a:pt x="3976" y="2005"/>
                              </a:lnTo>
                              <a:lnTo>
                                <a:pt x="3838" y="2117"/>
                              </a:lnTo>
                              <a:lnTo>
                                <a:pt x="3701" y="2220"/>
                              </a:lnTo>
                              <a:lnTo>
                                <a:pt x="3571" y="2332"/>
                              </a:lnTo>
                              <a:lnTo>
                                <a:pt x="3434" y="2453"/>
                              </a:lnTo>
                              <a:lnTo>
                                <a:pt x="3305" y="2565"/>
                              </a:lnTo>
                              <a:lnTo>
                                <a:pt x="3176" y="2685"/>
                              </a:lnTo>
                              <a:lnTo>
                                <a:pt x="3046" y="2806"/>
                              </a:lnTo>
                              <a:lnTo>
                                <a:pt x="2926" y="2926"/>
                              </a:lnTo>
                              <a:lnTo>
                                <a:pt x="2806" y="3046"/>
                              </a:lnTo>
                              <a:lnTo>
                                <a:pt x="2685" y="3176"/>
                              </a:lnTo>
                              <a:lnTo>
                                <a:pt x="2565" y="3305"/>
                              </a:lnTo>
                              <a:lnTo>
                                <a:pt x="2453" y="3434"/>
                              </a:lnTo>
                              <a:lnTo>
                                <a:pt x="2332" y="3571"/>
                              </a:lnTo>
                              <a:lnTo>
                                <a:pt x="2220" y="3701"/>
                              </a:lnTo>
                              <a:lnTo>
                                <a:pt x="2117" y="3838"/>
                              </a:lnTo>
                              <a:lnTo>
                                <a:pt x="2005" y="3976"/>
                              </a:lnTo>
                              <a:lnTo>
                                <a:pt x="1902" y="4114"/>
                              </a:lnTo>
                              <a:lnTo>
                                <a:pt x="1807" y="4260"/>
                              </a:lnTo>
                              <a:lnTo>
                                <a:pt x="1704" y="4406"/>
                              </a:lnTo>
                              <a:lnTo>
                                <a:pt x="1609" y="4552"/>
                              </a:lnTo>
                              <a:lnTo>
                                <a:pt x="1515" y="4699"/>
                              </a:lnTo>
                              <a:lnTo>
                                <a:pt x="1420" y="4845"/>
                              </a:lnTo>
                              <a:lnTo>
                                <a:pt x="1334" y="4991"/>
                              </a:lnTo>
                              <a:lnTo>
                                <a:pt x="1248" y="5146"/>
                              </a:lnTo>
                              <a:lnTo>
                                <a:pt x="1170" y="5301"/>
                              </a:lnTo>
                              <a:lnTo>
                                <a:pt x="1084" y="5456"/>
                              </a:lnTo>
                              <a:lnTo>
                                <a:pt x="1007" y="5611"/>
                              </a:lnTo>
                              <a:lnTo>
                                <a:pt x="929" y="5766"/>
                              </a:lnTo>
                              <a:lnTo>
                                <a:pt x="861" y="5929"/>
                              </a:lnTo>
                              <a:lnTo>
                                <a:pt x="792" y="6084"/>
                              </a:lnTo>
                              <a:lnTo>
                                <a:pt x="723" y="6248"/>
                              </a:lnTo>
                              <a:lnTo>
                                <a:pt x="663" y="6411"/>
                              </a:lnTo>
                              <a:lnTo>
                                <a:pt x="602" y="6575"/>
                              </a:lnTo>
                              <a:lnTo>
                                <a:pt x="542" y="6738"/>
                              </a:lnTo>
                              <a:lnTo>
                                <a:pt x="482" y="6902"/>
                              </a:lnTo>
                              <a:lnTo>
                                <a:pt x="430" y="7074"/>
                              </a:lnTo>
                              <a:lnTo>
                                <a:pt x="387" y="7238"/>
                              </a:lnTo>
                              <a:lnTo>
                                <a:pt x="336" y="7410"/>
                              </a:lnTo>
                              <a:lnTo>
                                <a:pt x="293" y="7573"/>
                              </a:lnTo>
                              <a:lnTo>
                                <a:pt x="250" y="7745"/>
                              </a:lnTo>
                              <a:lnTo>
                                <a:pt x="215" y="7917"/>
                              </a:lnTo>
                              <a:lnTo>
                                <a:pt x="181" y="8090"/>
                              </a:lnTo>
                              <a:lnTo>
                                <a:pt x="146" y="8262"/>
                              </a:lnTo>
                              <a:lnTo>
                                <a:pt x="120" y="8434"/>
                              </a:lnTo>
                              <a:lnTo>
                                <a:pt x="95" y="8606"/>
                              </a:lnTo>
                              <a:lnTo>
                                <a:pt x="69" y="8778"/>
                              </a:lnTo>
                              <a:lnTo>
                                <a:pt x="52" y="8950"/>
                              </a:lnTo>
                              <a:lnTo>
                                <a:pt x="34" y="9122"/>
                              </a:lnTo>
                              <a:lnTo>
                                <a:pt x="17" y="9294"/>
                              </a:lnTo>
                              <a:lnTo>
                                <a:pt x="9" y="9475"/>
                              </a:lnTo>
                              <a:lnTo>
                                <a:pt x="0" y="9647"/>
                              </a:lnTo>
                              <a:lnTo>
                                <a:pt x="0" y="9819"/>
                              </a:lnTo>
                              <a:lnTo>
                                <a:pt x="0" y="9991"/>
                              </a:lnTo>
                              <a:lnTo>
                                <a:pt x="0" y="10000"/>
                              </a:lnTo>
                              <a:lnTo>
                                <a:pt x="0" y="10172"/>
                              </a:lnTo>
                              <a:lnTo>
                                <a:pt x="0" y="10344"/>
                              </a:lnTo>
                              <a:lnTo>
                                <a:pt x="9" y="10516"/>
                              </a:lnTo>
                              <a:lnTo>
                                <a:pt x="17" y="10697"/>
                              </a:lnTo>
                              <a:lnTo>
                                <a:pt x="34" y="10869"/>
                              </a:lnTo>
                              <a:lnTo>
                                <a:pt x="52" y="11041"/>
                              </a:lnTo>
                              <a:lnTo>
                                <a:pt x="69" y="11213"/>
                              </a:lnTo>
                              <a:lnTo>
                                <a:pt x="95" y="11386"/>
                              </a:lnTo>
                              <a:lnTo>
                                <a:pt x="120" y="11558"/>
                              </a:lnTo>
                              <a:lnTo>
                                <a:pt x="146" y="11730"/>
                              </a:lnTo>
                              <a:lnTo>
                                <a:pt x="181" y="11902"/>
                              </a:lnTo>
                              <a:lnTo>
                                <a:pt x="215" y="12074"/>
                              </a:lnTo>
                              <a:lnTo>
                                <a:pt x="250" y="12246"/>
                              </a:lnTo>
                              <a:lnTo>
                                <a:pt x="293" y="12418"/>
                              </a:lnTo>
                              <a:lnTo>
                                <a:pt x="336" y="12582"/>
                              </a:lnTo>
                              <a:lnTo>
                                <a:pt x="387" y="12754"/>
                              </a:lnTo>
                              <a:lnTo>
                                <a:pt x="430" y="12917"/>
                              </a:lnTo>
                              <a:lnTo>
                                <a:pt x="482" y="13090"/>
                              </a:lnTo>
                              <a:lnTo>
                                <a:pt x="542" y="13253"/>
                              </a:lnTo>
                              <a:lnTo>
                                <a:pt x="602" y="13417"/>
                              </a:lnTo>
                              <a:lnTo>
                                <a:pt x="663" y="13580"/>
                              </a:lnTo>
                              <a:lnTo>
                                <a:pt x="723" y="13744"/>
                              </a:lnTo>
                              <a:lnTo>
                                <a:pt x="792" y="13907"/>
                              </a:lnTo>
                              <a:lnTo>
                                <a:pt x="861" y="14062"/>
                              </a:lnTo>
                              <a:lnTo>
                                <a:pt x="929" y="14225"/>
                              </a:lnTo>
                              <a:lnTo>
                                <a:pt x="1007" y="14380"/>
                              </a:lnTo>
                              <a:lnTo>
                                <a:pt x="1084" y="14535"/>
                              </a:lnTo>
                              <a:lnTo>
                                <a:pt x="1170" y="14690"/>
                              </a:lnTo>
                              <a:lnTo>
                                <a:pt x="1248" y="14845"/>
                              </a:lnTo>
                              <a:lnTo>
                                <a:pt x="1334" y="14991"/>
                              </a:lnTo>
                              <a:lnTo>
                                <a:pt x="1420" y="15146"/>
                              </a:lnTo>
                              <a:lnTo>
                                <a:pt x="1515" y="15293"/>
                              </a:lnTo>
                              <a:lnTo>
                                <a:pt x="1609" y="15439"/>
                              </a:lnTo>
                              <a:lnTo>
                                <a:pt x="1704" y="15585"/>
                              </a:lnTo>
                              <a:lnTo>
                                <a:pt x="1807" y="15731"/>
                              </a:lnTo>
                              <a:lnTo>
                                <a:pt x="1902" y="15878"/>
                              </a:lnTo>
                              <a:lnTo>
                                <a:pt x="2005" y="16015"/>
                              </a:lnTo>
                              <a:lnTo>
                                <a:pt x="2117" y="16153"/>
                              </a:lnTo>
                              <a:lnTo>
                                <a:pt x="2220" y="16291"/>
                              </a:lnTo>
                              <a:lnTo>
                                <a:pt x="2332" y="16420"/>
                              </a:lnTo>
                              <a:lnTo>
                                <a:pt x="2453" y="16558"/>
                              </a:lnTo>
                              <a:lnTo>
                                <a:pt x="2565" y="16687"/>
                              </a:lnTo>
                              <a:lnTo>
                                <a:pt x="2685" y="16816"/>
                              </a:lnTo>
                              <a:lnTo>
                                <a:pt x="2806" y="16945"/>
                              </a:lnTo>
                              <a:lnTo>
                                <a:pt x="2926" y="17065"/>
                              </a:lnTo>
                              <a:lnTo>
                                <a:pt x="3046" y="17186"/>
                              </a:lnTo>
                              <a:lnTo>
                                <a:pt x="3176" y="17306"/>
                              </a:lnTo>
                              <a:lnTo>
                                <a:pt x="3305" y="17427"/>
                              </a:lnTo>
                              <a:lnTo>
                                <a:pt x="3434" y="17539"/>
                              </a:lnTo>
                              <a:lnTo>
                                <a:pt x="3571" y="17659"/>
                              </a:lnTo>
                              <a:lnTo>
                                <a:pt x="3701" y="17771"/>
                              </a:lnTo>
                              <a:lnTo>
                                <a:pt x="3838" y="17874"/>
                              </a:lnTo>
                              <a:lnTo>
                                <a:pt x="3976" y="17986"/>
                              </a:lnTo>
                              <a:lnTo>
                                <a:pt x="4114" y="18090"/>
                              </a:lnTo>
                              <a:lnTo>
                                <a:pt x="4260" y="18184"/>
                              </a:lnTo>
                              <a:lnTo>
                                <a:pt x="4406" y="18287"/>
                              </a:lnTo>
                              <a:lnTo>
                                <a:pt x="4552" y="18382"/>
                              </a:lnTo>
                              <a:lnTo>
                                <a:pt x="4699" y="18477"/>
                              </a:lnTo>
                              <a:lnTo>
                                <a:pt x="4845" y="18571"/>
                              </a:lnTo>
                              <a:lnTo>
                                <a:pt x="4991" y="18657"/>
                              </a:lnTo>
                              <a:lnTo>
                                <a:pt x="5146" y="18744"/>
                              </a:lnTo>
                              <a:lnTo>
                                <a:pt x="5301" y="18821"/>
                              </a:lnTo>
                              <a:lnTo>
                                <a:pt x="5456" y="18907"/>
                              </a:lnTo>
                              <a:lnTo>
                                <a:pt x="5611" y="18985"/>
                              </a:lnTo>
                              <a:lnTo>
                                <a:pt x="5766" y="19062"/>
                              </a:lnTo>
                              <a:lnTo>
                                <a:pt x="5929" y="19131"/>
                              </a:lnTo>
                              <a:lnTo>
                                <a:pt x="6084" y="19200"/>
                              </a:lnTo>
                              <a:lnTo>
                                <a:pt x="6248" y="19269"/>
                              </a:lnTo>
                              <a:lnTo>
                                <a:pt x="6411" y="19329"/>
                              </a:lnTo>
                              <a:lnTo>
                                <a:pt x="6575" y="19389"/>
                              </a:lnTo>
                              <a:lnTo>
                                <a:pt x="6738" y="19449"/>
                              </a:lnTo>
                              <a:lnTo>
                                <a:pt x="6902" y="19509"/>
                              </a:lnTo>
                              <a:lnTo>
                                <a:pt x="7074" y="19561"/>
                              </a:lnTo>
                              <a:lnTo>
                                <a:pt x="7238" y="19604"/>
                              </a:lnTo>
                              <a:lnTo>
                                <a:pt x="7410" y="19656"/>
                              </a:lnTo>
                              <a:lnTo>
                                <a:pt x="7573" y="19699"/>
                              </a:lnTo>
                              <a:lnTo>
                                <a:pt x="7745" y="19742"/>
                              </a:lnTo>
                              <a:lnTo>
                                <a:pt x="7917" y="19776"/>
                              </a:lnTo>
                              <a:lnTo>
                                <a:pt x="8090" y="19811"/>
                              </a:lnTo>
                              <a:lnTo>
                                <a:pt x="8262" y="19845"/>
                              </a:lnTo>
                              <a:lnTo>
                                <a:pt x="8434" y="19871"/>
                              </a:lnTo>
                              <a:lnTo>
                                <a:pt x="8606" y="19897"/>
                              </a:lnTo>
                              <a:lnTo>
                                <a:pt x="8778" y="19923"/>
                              </a:lnTo>
                              <a:lnTo>
                                <a:pt x="8950" y="19940"/>
                              </a:lnTo>
                              <a:lnTo>
                                <a:pt x="9122" y="19957"/>
                              </a:lnTo>
                              <a:lnTo>
                                <a:pt x="9294" y="19974"/>
                              </a:lnTo>
                              <a:lnTo>
                                <a:pt x="9475" y="19983"/>
                              </a:lnTo>
                              <a:lnTo>
                                <a:pt x="9647" y="19991"/>
                              </a:lnTo>
                              <a:lnTo>
                                <a:pt x="9819" y="19991"/>
                              </a:lnTo>
                              <a:lnTo>
                                <a:pt x="10000" y="20000"/>
                              </a:lnTo>
                              <a:lnTo>
                                <a:pt x="10000" y="20000"/>
                              </a:lnTo>
                              <a:lnTo>
                                <a:pt x="10000" y="20000"/>
                              </a:lnTo>
                              <a:lnTo>
                                <a:pt x="10172" y="19991"/>
                              </a:lnTo>
                              <a:lnTo>
                                <a:pt x="10344" y="19991"/>
                              </a:lnTo>
                              <a:lnTo>
                                <a:pt x="10516" y="19983"/>
                              </a:lnTo>
                              <a:lnTo>
                                <a:pt x="10697" y="19974"/>
                              </a:lnTo>
                              <a:lnTo>
                                <a:pt x="10869" y="19957"/>
                              </a:lnTo>
                              <a:lnTo>
                                <a:pt x="11041" y="19940"/>
                              </a:lnTo>
                              <a:lnTo>
                                <a:pt x="11213" y="19923"/>
                              </a:lnTo>
                              <a:lnTo>
                                <a:pt x="11386" y="19897"/>
                              </a:lnTo>
                              <a:lnTo>
                                <a:pt x="11558" y="19871"/>
                              </a:lnTo>
                              <a:lnTo>
                                <a:pt x="11730" y="19845"/>
                              </a:lnTo>
                              <a:lnTo>
                                <a:pt x="11902" y="19811"/>
                              </a:lnTo>
                              <a:lnTo>
                                <a:pt x="12074" y="19776"/>
                              </a:lnTo>
                              <a:lnTo>
                                <a:pt x="12246" y="19742"/>
                              </a:lnTo>
                              <a:lnTo>
                                <a:pt x="12418" y="19699"/>
                              </a:lnTo>
                              <a:lnTo>
                                <a:pt x="12582" y="19656"/>
                              </a:lnTo>
                              <a:lnTo>
                                <a:pt x="12754" y="19604"/>
                              </a:lnTo>
                              <a:lnTo>
                                <a:pt x="12917" y="19561"/>
                              </a:lnTo>
                              <a:lnTo>
                                <a:pt x="13090" y="19509"/>
                              </a:lnTo>
                              <a:lnTo>
                                <a:pt x="13253" y="19449"/>
                              </a:lnTo>
                              <a:lnTo>
                                <a:pt x="13417" y="19389"/>
                              </a:lnTo>
                              <a:lnTo>
                                <a:pt x="13580" y="19329"/>
                              </a:lnTo>
                              <a:lnTo>
                                <a:pt x="13744" y="19269"/>
                              </a:lnTo>
                              <a:lnTo>
                                <a:pt x="13907" y="19200"/>
                              </a:lnTo>
                              <a:lnTo>
                                <a:pt x="14062" y="19131"/>
                              </a:lnTo>
                              <a:lnTo>
                                <a:pt x="14225" y="19062"/>
                              </a:lnTo>
                              <a:lnTo>
                                <a:pt x="14380" y="18985"/>
                              </a:lnTo>
                              <a:lnTo>
                                <a:pt x="14535" y="18907"/>
                              </a:lnTo>
                              <a:lnTo>
                                <a:pt x="14690" y="18821"/>
                              </a:lnTo>
                              <a:lnTo>
                                <a:pt x="14845" y="18744"/>
                              </a:lnTo>
                              <a:lnTo>
                                <a:pt x="14991" y="18657"/>
                              </a:lnTo>
                              <a:lnTo>
                                <a:pt x="15146" y="18571"/>
                              </a:lnTo>
                              <a:lnTo>
                                <a:pt x="15293" y="18477"/>
                              </a:lnTo>
                              <a:lnTo>
                                <a:pt x="15439" y="18382"/>
                              </a:lnTo>
                              <a:lnTo>
                                <a:pt x="15585" y="18287"/>
                              </a:lnTo>
                              <a:lnTo>
                                <a:pt x="15731" y="18184"/>
                              </a:lnTo>
                              <a:lnTo>
                                <a:pt x="15878" y="18090"/>
                              </a:lnTo>
                              <a:lnTo>
                                <a:pt x="16015" y="17986"/>
                              </a:lnTo>
                              <a:lnTo>
                                <a:pt x="16153" y="17874"/>
                              </a:lnTo>
                              <a:lnTo>
                                <a:pt x="16291" y="17771"/>
                              </a:lnTo>
                              <a:lnTo>
                                <a:pt x="16420" y="17659"/>
                              </a:lnTo>
                              <a:lnTo>
                                <a:pt x="16558" y="17539"/>
                              </a:lnTo>
                              <a:lnTo>
                                <a:pt x="16687" y="17427"/>
                              </a:lnTo>
                              <a:lnTo>
                                <a:pt x="16816" y="17306"/>
                              </a:lnTo>
                              <a:lnTo>
                                <a:pt x="16945" y="17186"/>
                              </a:lnTo>
                              <a:lnTo>
                                <a:pt x="17065" y="17065"/>
                              </a:lnTo>
                              <a:lnTo>
                                <a:pt x="17186" y="16945"/>
                              </a:lnTo>
                              <a:lnTo>
                                <a:pt x="17306" y="16816"/>
                              </a:lnTo>
                              <a:lnTo>
                                <a:pt x="17427" y="16687"/>
                              </a:lnTo>
                              <a:lnTo>
                                <a:pt x="17539" y="16558"/>
                              </a:lnTo>
                              <a:lnTo>
                                <a:pt x="17659" y="16420"/>
                              </a:lnTo>
                              <a:lnTo>
                                <a:pt x="17771" y="16291"/>
                              </a:lnTo>
                              <a:lnTo>
                                <a:pt x="17874" y="16153"/>
                              </a:lnTo>
                              <a:lnTo>
                                <a:pt x="17986" y="16015"/>
                              </a:lnTo>
                              <a:lnTo>
                                <a:pt x="18090" y="15878"/>
                              </a:lnTo>
                              <a:lnTo>
                                <a:pt x="18184" y="15731"/>
                              </a:lnTo>
                              <a:lnTo>
                                <a:pt x="18287" y="15585"/>
                              </a:lnTo>
                              <a:lnTo>
                                <a:pt x="18382" y="15439"/>
                              </a:lnTo>
                              <a:lnTo>
                                <a:pt x="18477" y="15293"/>
                              </a:lnTo>
                              <a:lnTo>
                                <a:pt x="18571" y="15146"/>
                              </a:lnTo>
                              <a:lnTo>
                                <a:pt x="18657" y="15000"/>
                              </a:lnTo>
                              <a:lnTo>
                                <a:pt x="18744" y="14845"/>
                              </a:lnTo>
                              <a:lnTo>
                                <a:pt x="18821" y="14690"/>
                              </a:lnTo>
                              <a:lnTo>
                                <a:pt x="18907" y="14535"/>
                              </a:lnTo>
                              <a:lnTo>
                                <a:pt x="18985" y="14380"/>
                              </a:lnTo>
                              <a:lnTo>
                                <a:pt x="19062" y="14225"/>
                              </a:lnTo>
                              <a:lnTo>
                                <a:pt x="19131" y="14062"/>
                              </a:lnTo>
                              <a:lnTo>
                                <a:pt x="19200" y="13907"/>
                              </a:lnTo>
                              <a:lnTo>
                                <a:pt x="19269" y="13744"/>
                              </a:lnTo>
                              <a:lnTo>
                                <a:pt x="19329" y="13580"/>
                              </a:lnTo>
                              <a:lnTo>
                                <a:pt x="19389" y="13417"/>
                              </a:lnTo>
                              <a:lnTo>
                                <a:pt x="19449" y="13253"/>
                              </a:lnTo>
                              <a:lnTo>
                                <a:pt x="19509" y="13090"/>
                              </a:lnTo>
                              <a:lnTo>
                                <a:pt x="19561" y="12917"/>
                              </a:lnTo>
                              <a:lnTo>
                                <a:pt x="19604" y="12754"/>
                              </a:lnTo>
                              <a:lnTo>
                                <a:pt x="19656" y="12582"/>
                              </a:lnTo>
                              <a:lnTo>
                                <a:pt x="19699" y="12418"/>
                              </a:lnTo>
                              <a:lnTo>
                                <a:pt x="19742" y="12246"/>
                              </a:lnTo>
                              <a:lnTo>
                                <a:pt x="19776" y="12074"/>
                              </a:lnTo>
                              <a:lnTo>
                                <a:pt x="19811" y="11902"/>
                              </a:lnTo>
                              <a:lnTo>
                                <a:pt x="19845" y="11730"/>
                              </a:lnTo>
                              <a:lnTo>
                                <a:pt x="19871" y="11558"/>
                              </a:lnTo>
                              <a:lnTo>
                                <a:pt x="19897" y="11386"/>
                              </a:lnTo>
                              <a:lnTo>
                                <a:pt x="19923" y="11213"/>
                              </a:lnTo>
                              <a:lnTo>
                                <a:pt x="19940" y="11041"/>
                              </a:lnTo>
                              <a:lnTo>
                                <a:pt x="19957" y="10869"/>
                              </a:lnTo>
                              <a:lnTo>
                                <a:pt x="19974" y="10697"/>
                              </a:lnTo>
                              <a:lnTo>
                                <a:pt x="19983" y="10516"/>
                              </a:lnTo>
                              <a:lnTo>
                                <a:pt x="19991" y="10344"/>
                              </a:lnTo>
                              <a:lnTo>
                                <a:pt x="19991" y="10172"/>
                              </a:lnTo>
                              <a:lnTo>
                                <a:pt x="19991" y="10000"/>
                              </a:lnTo>
                              <a:lnTo>
                                <a:pt x="20000" y="10000"/>
                              </a:lnTo>
                              <a:lnTo>
                                <a:pt x="19991" y="9819"/>
                              </a:lnTo>
                              <a:lnTo>
                                <a:pt x="19991" y="9647"/>
                              </a:lnTo>
                              <a:lnTo>
                                <a:pt x="19983" y="9475"/>
                              </a:lnTo>
                              <a:lnTo>
                                <a:pt x="19974" y="9294"/>
                              </a:lnTo>
                              <a:lnTo>
                                <a:pt x="19957" y="9122"/>
                              </a:lnTo>
                              <a:lnTo>
                                <a:pt x="19940" y="8950"/>
                              </a:lnTo>
                              <a:lnTo>
                                <a:pt x="19923" y="8778"/>
                              </a:lnTo>
                              <a:lnTo>
                                <a:pt x="19897" y="8606"/>
                              </a:lnTo>
                              <a:lnTo>
                                <a:pt x="19871" y="8434"/>
                              </a:lnTo>
                              <a:lnTo>
                                <a:pt x="19845" y="8262"/>
                              </a:lnTo>
                              <a:lnTo>
                                <a:pt x="19811" y="8090"/>
                              </a:lnTo>
                              <a:lnTo>
                                <a:pt x="19776" y="7917"/>
                              </a:lnTo>
                              <a:lnTo>
                                <a:pt x="19742" y="7745"/>
                              </a:lnTo>
                              <a:lnTo>
                                <a:pt x="19699" y="7573"/>
                              </a:lnTo>
                              <a:lnTo>
                                <a:pt x="19656" y="7410"/>
                              </a:lnTo>
                              <a:lnTo>
                                <a:pt x="19604" y="7238"/>
                              </a:lnTo>
                              <a:lnTo>
                                <a:pt x="19561" y="7074"/>
                              </a:lnTo>
                              <a:lnTo>
                                <a:pt x="19509" y="6902"/>
                              </a:lnTo>
                              <a:lnTo>
                                <a:pt x="19449" y="6738"/>
                              </a:lnTo>
                              <a:lnTo>
                                <a:pt x="19389" y="6575"/>
                              </a:lnTo>
                              <a:lnTo>
                                <a:pt x="19329" y="6411"/>
                              </a:lnTo>
                              <a:lnTo>
                                <a:pt x="19269" y="6248"/>
                              </a:lnTo>
                              <a:lnTo>
                                <a:pt x="19200" y="6084"/>
                              </a:lnTo>
                              <a:lnTo>
                                <a:pt x="19131" y="5929"/>
                              </a:lnTo>
                              <a:lnTo>
                                <a:pt x="19062" y="5766"/>
                              </a:lnTo>
                              <a:lnTo>
                                <a:pt x="18985" y="5611"/>
                              </a:lnTo>
                              <a:lnTo>
                                <a:pt x="18907" y="5456"/>
                              </a:lnTo>
                              <a:lnTo>
                                <a:pt x="18821" y="5301"/>
                              </a:lnTo>
                              <a:lnTo>
                                <a:pt x="18744" y="5146"/>
                              </a:lnTo>
                              <a:lnTo>
                                <a:pt x="18657" y="5000"/>
                              </a:lnTo>
                              <a:lnTo>
                                <a:pt x="18571" y="4845"/>
                              </a:lnTo>
                              <a:lnTo>
                                <a:pt x="18477" y="4699"/>
                              </a:lnTo>
                              <a:lnTo>
                                <a:pt x="18382" y="4552"/>
                              </a:lnTo>
                              <a:lnTo>
                                <a:pt x="18287" y="4406"/>
                              </a:lnTo>
                              <a:lnTo>
                                <a:pt x="18184" y="4260"/>
                              </a:lnTo>
                              <a:lnTo>
                                <a:pt x="18090" y="4114"/>
                              </a:lnTo>
                              <a:lnTo>
                                <a:pt x="17986" y="3976"/>
                              </a:lnTo>
                              <a:lnTo>
                                <a:pt x="17874" y="3838"/>
                              </a:lnTo>
                              <a:lnTo>
                                <a:pt x="17771" y="3701"/>
                              </a:lnTo>
                              <a:lnTo>
                                <a:pt x="17659" y="3571"/>
                              </a:lnTo>
                              <a:lnTo>
                                <a:pt x="17539" y="3434"/>
                              </a:lnTo>
                              <a:lnTo>
                                <a:pt x="17427" y="3305"/>
                              </a:lnTo>
                              <a:lnTo>
                                <a:pt x="17306" y="3176"/>
                              </a:lnTo>
                              <a:lnTo>
                                <a:pt x="17186" y="3046"/>
                              </a:lnTo>
                              <a:lnTo>
                                <a:pt x="17065" y="2926"/>
                              </a:lnTo>
                              <a:lnTo>
                                <a:pt x="16945" y="2806"/>
                              </a:lnTo>
                              <a:lnTo>
                                <a:pt x="16816" y="2685"/>
                              </a:lnTo>
                              <a:lnTo>
                                <a:pt x="16687" y="2565"/>
                              </a:lnTo>
                              <a:lnTo>
                                <a:pt x="16558" y="2453"/>
                              </a:lnTo>
                              <a:lnTo>
                                <a:pt x="16420" y="2332"/>
                              </a:lnTo>
                              <a:lnTo>
                                <a:pt x="16291" y="2220"/>
                              </a:lnTo>
                              <a:lnTo>
                                <a:pt x="16153" y="2117"/>
                              </a:lnTo>
                              <a:lnTo>
                                <a:pt x="16015" y="2005"/>
                              </a:lnTo>
                              <a:lnTo>
                                <a:pt x="15878" y="1902"/>
                              </a:lnTo>
                              <a:lnTo>
                                <a:pt x="15731" y="1807"/>
                              </a:lnTo>
                              <a:lnTo>
                                <a:pt x="15585" y="1704"/>
                              </a:lnTo>
                              <a:lnTo>
                                <a:pt x="15439" y="1609"/>
                              </a:lnTo>
                              <a:lnTo>
                                <a:pt x="15293" y="1515"/>
                              </a:lnTo>
                              <a:lnTo>
                                <a:pt x="15146" y="1420"/>
                              </a:lnTo>
                              <a:lnTo>
                                <a:pt x="15000" y="1334"/>
                              </a:lnTo>
                              <a:lnTo>
                                <a:pt x="14845" y="1248"/>
                              </a:lnTo>
                              <a:lnTo>
                                <a:pt x="14690" y="1170"/>
                              </a:lnTo>
                              <a:lnTo>
                                <a:pt x="14535" y="1084"/>
                              </a:lnTo>
                              <a:lnTo>
                                <a:pt x="14380" y="1007"/>
                              </a:lnTo>
                              <a:lnTo>
                                <a:pt x="14225" y="929"/>
                              </a:lnTo>
                              <a:lnTo>
                                <a:pt x="14062" y="861"/>
                              </a:lnTo>
                              <a:lnTo>
                                <a:pt x="13907" y="792"/>
                              </a:lnTo>
                              <a:lnTo>
                                <a:pt x="13744" y="723"/>
                              </a:lnTo>
                              <a:lnTo>
                                <a:pt x="13580" y="663"/>
                              </a:lnTo>
                              <a:lnTo>
                                <a:pt x="13417" y="602"/>
                              </a:lnTo>
                              <a:lnTo>
                                <a:pt x="13253" y="542"/>
                              </a:lnTo>
                              <a:lnTo>
                                <a:pt x="13090" y="482"/>
                              </a:lnTo>
                              <a:lnTo>
                                <a:pt x="12917" y="430"/>
                              </a:lnTo>
                              <a:lnTo>
                                <a:pt x="12754" y="387"/>
                              </a:lnTo>
                              <a:lnTo>
                                <a:pt x="12582" y="336"/>
                              </a:lnTo>
                              <a:lnTo>
                                <a:pt x="12418" y="293"/>
                              </a:lnTo>
                              <a:lnTo>
                                <a:pt x="12246" y="250"/>
                              </a:lnTo>
                              <a:lnTo>
                                <a:pt x="12074" y="215"/>
                              </a:lnTo>
                              <a:lnTo>
                                <a:pt x="11902" y="181"/>
                              </a:lnTo>
                              <a:lnTo>
                                <a:pt x="11730" y="146"/>
                              </a:lnTo>
                              <a:lnTo>
                                <a:pt x="11558" y="120"/>
                              </a:lnTo>
                              <a:lnTo>
                                <a:pt x="11386" y="95"/>
                              </a:lnTo>
                              <a:lnTo>
                                <a:pt x="11213" y="69"/>
                              </a:lnTo>
                              <a:lnTo>
                                <a:pt x="11041" y="52"/>
                              </a:lnTo>
                              <a:lnTo>
                                <a:pt x="10869" y="34"/>
                              </a:lnTo>
                              <a:lnTo>
                                <a:pt x="10697" y="17"/>
                              </a:lnTo>
                              <a:lnTo>
                                <a:pt x="10516" y="9"/>
                              </a:lnTo>
                              <a:lnTo>
                                <a:pt x="10344" y="0"/>
                              </a:lnTo>
                              <a:lnTo>
                                <a:pt x="10172" y="0"/>
                              </a:lnTo>
                              <a:lnTo>
                                <a:pt x="10000" y="0"/>
                              </a:lnTo>
                              <a:lnTo>
                                <a:pt x="10000" y="0"/>
                              </a:ln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blipFill rotWithShape="0">
                          <a:blip r:embed="rId2"/>
                          <a:tile/>
                        </a:blip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391.05pt;margin-top:396.2pt;width:48.15pt;height:48.15pt;mso-position-vertical-relative:page">
                <w10:wrap type="none"/>
                <v:imagedata r:id="rId2" o:detectmouseclick="t"/>
                <v:stroke color="black" weight="9360" joinstyle="round" endcap="flat"/>
              </v:shape>
            </w:pict>
          </mc:Fallback>
        </mc:AlternateContent>
        <mc:AlternateContent>
          <mc:Choice Requires="wpg">
            <w:drawing>
              <wp:anchor behindDoc="1" distT="0" distB="0" distL="114935" distR="114935" simplePos="0" locked="0" layoutInCell="1" allowOverlap="1" relativeHeight="6">
                <wp:simplePos x="0" y="0"/>
                <wp:positionH relativeFrom="column">
                  <wp:posOffset>165735</wp:posOffset>
                </wp:positionH>
                <wp:positionV relativeFrom="page">
                  <wp:posOffset>6342380</wp:posOffset>
                </wp:positionV>
                <wp:extent cx="4176395" cy="417639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640" cy="41756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4175640" cy="4175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10000" y="0"/>
                                </a:lnTo>
                                <a:lnTo>
                                  <a:pt x="9824" y="0"/>
                                </a:lnTo>
                                <a:lnTo>
                                  <a:pt x="9650" y="6"/>
                                </a:lnTo>
                                <a:lnTo>
                                  <a:pt x="9474" y="12"/>
                                </a:lnTo>
                                <a:lnTo>
                                  <a:pt x="9300" y="24"/>
                                </a:lnTo>
                                <a:lnTo>
                                  <a:pt x="9127" y="36"/>
                                </a:lnTo>
                                <a:lnTo>
                                  <a:pt x="8954" y="55"/>
                                </a:lnTo>
                                <a:lnTo>
                                  <a:pt x="8780" y="73"/>
                                </a:lnTo>
                                <a:lnTo>
                                  <a:pt x="8607" y="94"/>
                                </a:lnTo>
                                <a:lnTo>
                                  <a:pt x="8434" y="122"/>
                                </a:lnTo>
                                <a:lnTo>
                                  <a:pt x="8263" y="149"/>
                                </a:lnTo>
                                <a:lnTo>
                                  <a:pt x="8090" y="182"/>
                                </a:lnTo>
                                <a:lnTo>
                                  <a:pt x="7920" y="216"/>
                                </a:lnTo>
                                <a:lnTo>
                                  <a:pt x="7749" y="255"/>
                                </a:lnTo>
                                <a:lnTo>
                                  <a:pt x="7579" y="295"/>
                                </a:lnTo>
                                <a:lnTo>
                                  <a:pt x="7412" y="341"/>
                                </a:lnTo>
                                <a:lnTo>
                                  <a:pt x="7241" y="386"/>
                                </a:lnTo>
                                <a:lnTo>
                                  <a:pt x="7074" y="435"/>
                                </a:lnTo>
                                <a:lnTo>
                                  <a:pt x="6907" y="487"/>
                                </a:lnTo>
                                <a:lnTo>
                                  <a:pt x="6743" y="544"/>
                                </a:lnTo>
                                <a:lnTo>
                                  <a:pt x="6578" y="602"/>
                                </a:lnTo>
                                <a:lnTo>
                                  <a:pt x="6414" y="663"/>
                                </a:lnTo>
                                <a:lnTo>
                                  <a:pt x="6253" y="727"/>
                                </a:lnTo>
                                <a:lnTo>
                                  <a:pt x="6092" y="794"/>
                                </a:lnTo>
                                <a:lnTo>
                                  <a:pt x="5931" y="864"/>
                                </a:lnTo>
                                <a:lnTo>
                                  <a:pt x="5773" y="937"/>
                                </a:lnTo>
                                <a:lnTo>
                                  <a:pt x="5614" y="1010"/>
                                </a:lnTo>
                                <a:lnTo>
                                  <a:pt x="5459" y="1089"/>
                                </a:lnTo>
                                <a:lnTo>
                                  <a:pt x="5304" y="1168"/>
                                </a:lnTo>
                                <a:lnTo>
                                  <a:pt x="5149" y="1253"/>
                                </a:lnTo>
                                <a:lnTo>
                                  <a:pt x="5000" y="1338"/>
                                </a:lnTo>
                                <a:lnTo>
                                  <a:pt x="4848" y="1426"/>
                                </a:lnTo>
                                <a:lnTo>
                                  <a:pt x="4699" y="1518"/>
                                </a:lnTo>
                                <a:lnTo>
                                  <a:pt x="4553" y="1612"/>
                                </a:lnTo>
                                <a:lnTo>
                                  <a:pt x="4407" y="1709"/>
                                </a:lnTo>
                                <a:lnTo>
                                  <a:pt x="4264" y="1807"/>
                                </a:lnTo>
                                <a:lnTo>
                                  <a:pt x="4121" y="1907"/>
                                </a:lnTo>
                                <a:lnTo>
                                  <a:pt x="3981" y="2013"/>
                                </a:lnTo>
                                <a:lnTo>
                                  <a:pt x="3841" y="2120"/>
                                </a:lnTo>
                                <a:lnTo>
                                  <a:pt x="3704" y="2226"/>
                                </a:lnTo>
                                <a:lnTo>
                                  <a:pt x="3571" y="2339"/>
                                </a:lnTo>
                                <a:lnTo>
                                  <a:pt x="3437" y="2451"/>
                                </a:lnTo>
                                <a:lnTo>
                                  <a:pt x="3306" y="2567"/>
                                </a:lnTo>
                                <a:lnTo>
                                  <a:pt x="3178" y="2686"/>
                                </a:lnTo>
                                <a:lnTo>
                                  <a:pt x="3050" y="2804"/>
                                </a:lnTo>
                                <a:lnTo>
                                  <a:pt x="2929" y="2929"/>
                                </a:lnTo>
                                <a:lnTo>
                                  <a:pt x="2804" y="3050"/>
                                </a:lnTo>
                                <a:lnTo>
                                  <a:pt x="2686" y="3178"/>
                                </a:lnTo>
                                <a:lnTo>
                                  <a:pt x="2567" y="3306"/>
                                </a:lnTo>
                                <a:lnTo>
                                  <a:pt x="2451" y="3437"/>
                                </a:lnTo>
                                <a:lnTo>
                                  <a:pt x="2339" y="3571"/>
                                </a:lnTo>
                                <a:lnTo>
                                  <a:pt x="2226" y="3704"/>
                                </a:lnTo>
                                <a:lnTo>
                                  <a:pt x="2120" y="3841"/>
                                </a:lnTo>
                                <a:lnTo>
                                  <a:pt x="2013" y="3981"/>
                                </a:lnTo>
                                <a:lnTo>
                                  <a:pt x="1907" y="4121"/>
                                </a:lnTo>
                                <a:lnTo>
                                  <a:pt x="1807" y="4264"/>
                                </a:lnTo>
                                <a:lnTo>
                                  <a:pt x="1709" y="4407"/>
                                </a:lnTo>
                                <a:lnTo>
                                  <a:pt x="1612" y="4553"/>
                                </a:lnTo>
                                <a:lnTo>
                                  <a:pt x="1518" y="4699"/>
                                </a:lnTo>
                                <a:lnTo>
                                  <a:pt x="1426" y="4848"/>
                                </a:lnTo>
                                <a:lnTo>
                                  <a:pt x="1338" y="4997"/>
                                </a:lnTo>
                                <a:lnTo>
                                  <a:pt x="1253" y="5149"/>
                                </a:lnTo>
                                <a:lnTo>
                                  <a:pt x="1168" y="5304"/>
                                </a:lnTo>
                                <a:lnTo>
                                  <a:pt x="1089" y="5459"/>
                                </a:lnTo>
                                <a:lnTo>
                                  <a:pt x="1010" y="5614"/>
                                </a:lnTo>
                                <a:lnTo>
                                  <a:pt x="937" y="5773"/>
                                </a:lnTo>
                                <a:lnTo>
                                  <a:pt x="864" y="5931"/>
                                </a:lnTo>
                                <a:lnTo>
                                  <a:pt x="794" y="6092"/>
                                </a:lnTo>
                                <a:lnTo>
                                  <a:pt x="727" y="6253"/>
                                </a:lnTo>
                                <a:lnTo>
                                  <a:pt x="663" y="6414"/>
                                </a:lnTo>
                                <a:lnTo>
                                  <a:pt x="602" y="6578"/>
                                </a:lnTo>
                                <a:lnTo>
                                  <a:pt x="544" y="6743"/>
                                </a:lnTo>
                                <a:lnTo>
                                  <a:pt x="487" y="6907"/>
                                </a:lnTo>
                                <a:lnTo>
                                  <a:pt x="435" y="7074"/>
                                </a:lnTo>
                                <a:lnTo>
                                  <a:pt x="386" y="7241"/>
                                </a:lnTo>
                                <a:lnTo>
                                  <a:pt x="341" y="7412"/>
                                </a:lnTo>
                                <a:lnTo>
                                  <a:pt x="295" y="7579"/>
                                </a:lnTo>
                                <a:lnTo>
                                  <a:pt x="255" y="7749"/>
                                </a:lnTo>
                                <a:lnTo>
                                  <a:pt x="216" y="7920"/>
                                </a:lnTo>
                                <a:lnTo>
                                  <a:pt x="182" y="8090"/>
                                </a:lnTo>
                                <a:lnTo>
                                  <a:pt x="149" y="8263"/>
                                </a:lnTo>
                                <a:lnTo>
                                  <a:pt x="122" y="8434"/>
                                </a:lnTo>
                                <a:lnTo>
                                  <a:pt x="94" y="8607"/>
                                </a:lnTo>
                                <a:lnTo>
                                  <a:pt x="73" y="8780"/>
                                </a:lnTo>
                                <a:lnTo>
                                  <a:pt x="55" y="8954"/>
                                </a:lnTo>
                                <a:lnTo>
                                  <a:pt x="36" y="9127"/>
                                </a:lnTo>
                                <a:lnTo>
                                  <a:pt x="24" y="9300"/>
                                </a:lnTo>
                                <a:lnTo>
                                  <a:pt x="12" y="9474"/>
                                </a:lnTo>
                                <a:lnTo>
                                  <a:pt x="6" y="9650"/>
                                </a:lnTo>
                                <a:lnTo>
                                  <a:pt x="0" y="9824"/>
                                </a:lnTo>
                                <a:lnTo>
                                  <a:pt x="0" y="9997"/>
                                </a:lnTo>
                                <a:lnTo>
                                  <a:pt x="0" y="10000"/>
                                </a:lnTo>
                                <a:lnTo>
                                  <a:pt x="0" y="10173"/>
                                </a:lnTo>
                                <a:lnTo>
                                  <a:pt x="6" y="10347"/>
                                </a:lnTo>
                                <a:lnTo>
                                  <a:pt x="12" y="10523"/>
                                </a:lnTo>
                                <a:lnTo>
                                  <a:pt x="24" y="10696"/>
                                </a:lnTo>
                                <a:lnTo>
                                  <a:pt x="36" y="10870"/>
                                </a:lnTo>
                                <a:lnTo>
                                  <a:pt x="55" y="11043"/>
                                </a:lnTo>
                                <a:lnTo>
                                  <a:pt x="73" y="11217"/>
                                </a:lnTo>
                                <a:lnTo>
                                  <a:pt x="94" y="11390"/>
                                </a:lnTo>
                                <a:lnTo>
                                  <a:pt x="122" y="11563"/>
                                </a:lnTo>
                                <a:lnTo>
                                  <a:pt x="149" y="11734"/>
                                </a:lnTo>
                                <a:lnTo>
                                  <a:pt x="182" y="11907"/>
                                </a:lnTo>
                                <a:lnTo>
                                  <a:pt x="216" y="12077"/>
                                </a:lnTo>
                                <a:lnTo>
                                  <a:pt x="255" y="12248"/>
                                </a:lnTo>
                                <a:lnTo>
                                  <a:pt x="295" y="12418"/>
                                </a:lnTo>
                                <a:lnTo>
                                  <a:pt x="341" y="12585"/>
                                </a:lnTo>
                                <a:lnTo>
                                  <a:pt x="386" y="12755"/>
                                </a:lnTo>
                                <a:lnTo>
                                  <a:pt x="435" y="12923"/>
                                </a:lnTo>
                                <a:lnTo>
                                  <a:pt x="487" y="13090"/>
                                </a:lnTo>
                                <a:lnTo>
                                  <a:pt x="544" y="13254"/>
                                </a:lnTo>
                                <a:lnTo>
                                  <a:pt x="602" y="13418"/>
                                </a:lnTo>
                                <a:lnTo>
                                  <a:pt x="663" y="13583"/>
                                </a:lnTo>
                                <a:lnTo>
                                  <a:pt x="727" y="13744"/>
                                </a:lnTo>
                                <a:lnTo>
                                  <a:pt x="794" y="13905"/>
                                </a:lnTo>
                                <a:lnTo>
                                  <a:pt x="864" y="14066"/>
                                </a:lnTo>
                                <a:lnTo>
                                  <a:pt x="937" y="14224"/>
                                </a:lnTo>
                                <a:lnTo>
                                  <a:pt x="1010" y="14383"/>
                                </a:lnTo>
                                <a:lnTo>
                                  <a:pt x="1089" y="14538"/>
                                </a:lnTo>
                                <a:lnTo>
                                  <a:pt x="1168" y="14693"/>
                                </a:lnTo>
                                <a:lnTo>
                                  <a:pt x="1253" y="14848"/>
                                </a:lnTo>
                                <a:lnTo>
                                  <a:pt x="1338" y="14997"/>
                                </a:lnTo>
                                <a:lnTo>
                                  <a:pt x="1426" y="15149"/>
                                </a:lnTo>
                                <a:lnTo>
                                  <a:pt x="1518" y="15298"/>
                                </a:lnTo>
                                <a:lnTo>
                                  <a:pt x="1612" y="15444"/>
                                </a:lnTo>
                                <a:lnTo>
                                  <a:pt x="1709" y="15590"/>
                                </a:lnTo>
                                <a:lnTo>
                                  <a:pt x="1807" y="15733"/>
                                </a:lnTo>
                                <a:lnTo>
                                  <a:pt x="1907" y="15876"/>
                                </a:lnTo>
                                <a:lnTo>
                                  <a:pt x="2013" y="16016"/>
                                </a:lnTo>
                                <a:lnTo>
                                  <a:pt x="2120" y="16156"/>
                                </a:lnTo>
                                <a:lnTo>
                                  <a:pt x="2226" y="16293"/>
                                </a:lnTo>
                                <a:lnTo>
                                  <a:pt x="2339" y="16426"/>
                                </a:lnTo>
                                <a:lnTo>
                                  <a:pt x="2451" y="16560"/>
                                </a:lnTo>
                                <a:lnTo>
                                  <a:pt x="2567" y="16691"/>
                                </a:lnTo>
                                <a:lnTo>
                                  <a:pt x="2686" y="16819"/>
                                </a:lnTo>
                                <a:lnTo>
                                  <a:pt x="2804" y="16946"/>
                                </a:lnTo>
                                <a:lnTo>
                                  <a:pt x="2929" y="17068"/>
                                </a:lnTo>
                                <a:lnTo>
                                  <a:pt x="3050" y="17193"/>
                                </a:lnTo>
                                <a:lnTo>
                                  <a:pt x="3178" y="17311"/>
                                </a:lnTo>
                                <a:lnTo>
                                  <a:pt x="3306" y="17430"/>
                                </a:lnTo>
                                <a:lnTo>
                                  <a:pt x="3437" y="17546"/>
                                </a:lnTo>
                                <a:lnTo>
                                  <a:pt x="3571" y="17658"/>
                                </a:lnTo>
                                <a:lnTo>
                                  <a:pt x="3704" y="17771"/>
                                </a:lnTo>
                                <a:lnTo>
                                  <a:pt x="3841" y="17877"/>
                                </a:lnTo>
                                <a:lnTo>
                                  <a:pt x="3981" y="17984"/>
                                </a:lnTo>
                                <a:lnTo>
                                  <a:pt x="4121" y="18090"/>
                                </a:lnTo>
                                <a:lnTo>
                                  <a:pt x="4264" y="18190"/>
                                </a:lnTo>
                                <a:lnTo>
                                  <a:pt x="4407" y="18288"/>
                                </a:lnTo>
                                <a:lnTo>
                                  <a:pt x="4553" y="18385"/>
                                </a:lnTo>
                                <a:lnTo>
                                  <a:pt x="4699" y="18479"/>
                                </a:lnTo>
                                <a:lnTo>
                                  <a:pt x="4848" y="18571"/>
                                </a:lnTo>
                                <a:lnTo>
                                  <a:pt x="4997" y="18659"/>
                                </a:lnTo>
                                <a:lnTo>
                                  <a:pt x="5149" y="18744"/>
                                </a:lnTo>
                                <a:lnTo>
                                  <a:pt x="5304" y="18829"/>
                                </a:lnTo>
                                <a:lnTo>
                                  <a:pt x="5459" y="18908"/>
                                </a:lnTo>
                                <a:lnTo>
                                  <a:pt x="5614" y="18987"/>
                                </a:lnTo>
                                <a:lnTo>
                                  <a:pt x="5773" y="19060"/>
                                </a:lnTo>
                                <a:lnTo>
                                  <a:pt x="5931" y="19133"/>
                                </a:lnTo>
                                <a:lnTo>
                                  <a:pt x="6092" y="19203"/>
                                </a:lnTo>
                                <a:lnTo>
                                  <a:pt x="6253" y="19270"/>
                                </a:lnTo>
                                <a:lnTo>
                                  <a:pt x="6414" y="19334"/>
                                </a:lnTo>
                                <a:lnTo>
                                  <a:pt x="6578" y="19395"/>
                                </a:lnTo>
                                <a:lnTo>
                                  <a:pt x="6743" y="19453"/>
                                </a:lnTo>
                                <a:lnTo>
                                  <a:pt x="6907" y="19510"/>
                                </a:lnTo>
                                <a:lnTo>
                                  <a:pt x="7074" y="19562"/>
                                </a:lnTo>
                                <a:lnTo>
                                  <a:pt x="7241" y="19611"/>
                                </a:lnTo>
                                <a:lnTo>
                                  <a:pt x="7412" y="19656"/>
                                </a:lnTo>
                                <a:lnTo>
                                  <a:pt x="7579" y="19702"/>
                                </a:lnTo>
                                <a:lnTo>
                                  <a:pt x="7749" y="19741"/>
                                </a:lnTo>
                                <a:lnTo>
                                  <a:pt x="7920" y="19781"/>
                                </a:lnTo>
                                <a:lnTo>
                                  <a:pt x="8090" y="19814"/>
                                </a:lnTo>
                                <a:lnTo>
                                  <a:pt x="8263" y="19848"/>
                                </a:lnTo>
                                <a:lnTo>
                                  <a:pt x="8434" y="19875"/>
                                </a:lnTo>
                                <a:lnTo>
                                  <a:pt x="8607" y="19903"/>
                                </a:lnTo>
                                <a:lnTo>
                                  <a:pt x="8780" y="19924"/>
                                </a:lnTo>
                                <a:lnTo>
                                  <a:pt x="8954" y="19942"/>
                                </a:lnTo>
                                <a:lnTo>
                                  <a:pt x="9127" y="19960"/>
                                </a:lnTo>
                                <a:lnTo>
                                  <a:pt x="9300" y="19973"/>
                                </a:lnTo>
                                <a:lnTo>
                                  <a:pt x="9474" y="19985"/>
                                </a:lnTo>
                                <a:lnTo>
                                  <a:pt x="9650" y="19991"/>
                                </a:lnTo>
                                <a:lnTo>
                                  <a:pt x="9824" y="19997"/>
                                </a:lnTo>
                                <a:lnTo>
                                  <a:pt x="10000" y="20000"/>
                                </a:lnTo>
                                <a:lnTo>
                                  <a:pt x="10000" y="20000"/>
                                </a:lnTo>
                                <a:lnTo>
                                  <a:pt x="10000" y="20000"/>
                                </a:lnTo>
                                <a:lnTo>
                                  <a:pt x="10173" y="19997"/>
                                </a:lnTo>
                                <a:lnTo>
                                  <a:pt x="10347" y="19991"/>
                                </a:lnTo>
                                <a:lnTo>
                                  <a:pt x="10523" y="19985"/>
                                </a:lnTo>
                                <a:lnTo>
                                  <a:pt x="10696" y="19973"/>
                                </a:lnTo>
                                <a:lnTo>
                                  <a:pt x="10870" y="19960"/>
                                </a:lnTo>
                                <a:lnTo>
                                  <a:pt x="11043" y="19942"/>
                                </a:lnTo>
                                <a:lnTo>
                                  <a:pt x="11217" y="19924"/>
                                </a:lnTo>
                                <a:lnTo>
                                  <a:pt x="11390" y="19903"/>
                                </a:lnTo>
                                <a:lnTo>
                                  <a:pt x="11563" y="19875"/>
                                </a:lnTo>
                                <a:lnTo>
                                  <a:pt x="11734" y="19848"/>
                                </a:lnTo>
                                <a:lnTo>
                                  <a:pt x="11907" y="19814"/>
                                </a:lnTo>
                                <a:lnTo>
                                  <a:pt x="12077" y="19781"/>
                                </a:lnTo>
                                <a:lnTo>
                                  <a:pt x="12248" y="19741"/>
                                </a:lnTo>
                                <a:lnTo>
                                  <a:pt x="12418" y="19702"/>
                                </a:lnTo>
                                <a:lnTo>
                                  <a:pt x="12585" y="19656"/>
                                </a:lnTo>
                                <a:lnTo>
                                  <a:pt x="12755" y="19611"/>
                                </a:lnTo>
                                <a:lnTo>
                                  <a:pt x="12923" y="19562"/>
                                </a:lnTo>
                                <a:lnTo>
                                  <a:pt x="13090" y="19510"/>
                                </a:lnTo>
                                <a:lnTo>
                                  <a:pt x="13254" y="19453"/>
                                </a:lnTo>
                                <a:lnTo>
                                  <a:pt x="13418" y="19395"/>
                                </a:lnTo>
                                <a:lnTo>
                                  <a:pt x="13583" y="19334"/>
                                </a:lnTo>
                                <a:lnTo>
                                  <a:pt x="13744" y="19270"/>
                                </a:lnTo>
                                <a:lnTo>
                                  <a:pt x="13905" y="19203"/>
                                </a:lnTo>
                                <a:lnTo>
                                  <a:pt x="14066" y="19133"/>
                                </a:lnTo>
                                <a:lnTo>
                                  <a:pt x="14224" y="19060"/>
                                </a:lnTo>
                                <a:lnTo>
                                  <a:pt x="14383" y="18987"/>
                                </a:lnTo>
                                <a:lnTo>
                                  <a:pt x="14538" y="18908"/>
                                </a:lnTo>
                                <a:lnTo>
                                  <a:pt x="14693" y="18829"/>
                                </a:lnTo>
                                <a:lnTo>
                                  <a:pt x="14848" y="18744"/>
                                </a:lnTo>
                                <a:lnTo>
                                  <a:pt x="14997" y="18659"/>
                                </a:lnTo>
                                <a:lnTo>
                                  <a:pt x="15149" y="18571"/>
                                </a:lnTo>
                                <a:lnTo>
                                  <a:pt x="15298" y="18479"/>
                                </a:lnTo>
                                <a:lnTo>
                                  <a:pt x="15444" y="18385"/>
                                </a:lnTo>
                                <a:lnTo>
                                  <a:pt x="15590" y="18288"/>
                                </a:lnTo>
                                <a:lnTo>
                                  <a:pt x="15733" y="18190"/>
                                </a:lnTo>
                                <a:lnTo>
                                  <a:pt x="15876" y="18090"/>
                                </a:lnTo>
                                <a:lnTo>
                                  <a:pt x="16016" y="17984"/>
                                </a:lnTo>
                                <a:lnTo>
                                  <a:pt x="16156" y="17877"/>
                                </a:lnTo>
                                <a:lnTo>
                                  <a:pt x="16293" y="17771"/>
                                </a:lnTo>
                                <a:lnTo>
                                  <a:pt x="16426" y="17658"/>
                                </a:lnTo>
                                <a:lnTo>
                                  <a:pt x="16560" y="17546"/>
                                </a:lnTo>
                                <a:lnTo>
                                  <a:pt x="16691" y="17430"/>
                                </a:lnTo>
                                <a:lnTo>
                                  <a:pt x="16819" y="17311"/>
                                </a:lnTo>
                                <a:lnTo>
                                  <a:pt x="16946" y="17193"/>
                                </a:lnTo>
                                <a:lnTo>
                                  <a:pt x="17068" y="17068"/>
                                </a:lnTo>
                                <a:lnTo>
                                  <a:pt x="17193" y="16946"/>
                                </a:lnTo>
                                <a:lnTo>
                                  <a:pt x="17311" y="16819"/>
                                </a:lnTo>
                                <a:lnTo>
                                  <a:pt x="17430" y="16691"/>
                                </a:lnTo>
                                <a:lnTo>
                                  <a:pt x="17546" y="16560"/>
                                </a:lnTo>
                                <a:lnTo>
                                  <a:pt x="17658" y="16426"/>
                                </a:lnTo>
                                <a:lnTo>
                                  <a:pt x="17771" y="16293"/>
                                </a:lnTo>
                                <a:lnTo>
                                  <a:pt x="17877" y="16156"/>
                                </a:lnTo>
                                <a:lnTo>
                                  <a:pt x="17984" y="16016"/>
                                </a:lnTo>
                                <a:lnTo>
                                  <a:pt x="18090" y="15876"/>
                                </a:lnTo>
                                <a:lnTo>
                                  <a:pt x="18190" y="15733"/>
                                </a:lnTo>
                                <a:lnTo>
                                  <a:pt x="18288" y="15590"/>
                                </a:lnTo>
                                <a:lnTo>
                                  <a:pt x="18385" y="15444"/>
                                </a:lnTo>
                                <a:lnTo>
                                  <a:pt x="18479" y="15298"/>
                                </a:lnTo>
                                <a:lnTo>
                                  <a:pt x="18571" y="15149"/>
                                </a:lnTo>
                                <a:lnTo>
                                  <a:pt x="18659" y="15000"/>
                                </a:lnTo>
                                <a:lnTo>
                                  <a:pt x="18744" y="14848"/>
                                </a:lnTo>
                                <a:lnTo>
                                  <a:pt x="18829" y="14693"/>
                                </a:lnTo>
                                <a:lnTo>
                                  <a:pt x="18908" y="14538"/>
                                </a:lnTo>
                                <a:lnTo>
                                  <a:pt x="18987" y="14383"/>
                                </a:lnTo>
                                <a:lnTo>
                                  <a:pt x="19060" y="14224"/>
                                </a:lnTo>
                                <a:lnTo>
                                  <a:pt x="19133" y="14066"/>
                                </a:lnTo>
                                <a:lnTo>
                                  <a:pt x="19203" y="13905"/>
                                </a:lnTo>
                                <a:lnTo>
                                  <a:pt x="19270" y="13744"/>
                                </a:lnTo>
                                <a:lnTo>
                                  <a:pt x="19334" y="13583"/>
                                </a:lnTo>
                                <a:lnTo>
                                  <a:pt x="19395" y="13418"/>
                                </a:lnTo>
                                <a:lnTo>
                                  <a:pt x="19453" y="13254"/>
                                </a:lnTo>
                                <a:lnTo>
                                  <a:pt x="19510" y="13090"/>
                                </a:lnTo>
                                <a:lnTo>
                                  <a:pt x="19562" y="12923"/>
                                </a:lnTo>
                                <a:lnTo>
                                  <a:pt x="19611" y="12755"/>
                                </a:lnTo>
                                <a:lnTo>
                                  <a:pt x="19656" y="12585"/>
                                </a:lnTo>
                                <a:lnTo>
                                  <a:pt x="19702" y="12418"/>
                                </a:lnTo>
                                <a:lnTo>
                                  <a:pt x="19741" y="12248"/>
                                </a:lnTo>
                                <a:lnTo>
                                  <a:pt x="19781" y="12077"/>
                                </a:lnTo>
                                <a:lnTo>
                                  <a:pt x="19814" y="11907"/>
                                </a:lnTo>
                                <a:lnTo>
                                  <a:pt x="19848" y="11734"/>
                                </a:lnTo>
                                <a:lnTo>
                                  <a:pt x="19875" y="11563"/>
                                </a:lnTo>
                                <a:lnTo>
                                  <a:pt x="19903" y="11390"/>
                                </a:lnTo>
                                <a:lnTo>
                                  <a:pt x="19924" y="11217"/>
                                </a:lnTo>
                                <a:lnTo>
                                  <a:pt x="19942" y="11043"/>
                                </a:lnTo>
                                <a:lnTo>
                                  <a:pt x="19960" y="10870"/>
                                </a:lnTo>
                                <a:lnTo>
                                  <a:pt x="19973" y="10696"/>
                                </a:lnTo>
                                <a:lnTo>
                                  <a:pt x="19985" y="10523"/>
                                </a:lnTo>
                                <a:lnTo>
                                  <a:pt x="19991" y="10347"/>
                                </a:lnTo>
                                <a:lnTo>
                                  <a:pt x="19997" y="10173"/>
                                </a:lnTo>
                                <a:lnTo>
                                  <a:pt x="19997" y="10000"/>
                                </a:lnTo>
                                <a:lnTo>
                                  <a:pt x="20000" y="10000"/>
                                </a:lnTo>
                                <a:lnTo>
                                  <a:pt x="19997" y="9824"/>
                                </a:lnTo>
                                <a:lnTo>
                                  <a:pt x="19991" y="9650"/>
                                </a:lnTo>
                                <a:lnTo>
                                  <a:pt x="19985" y="9474"/>
                                </a:lnTo>
                                <a:lnTo>
                                  <a:pt x="19973" y="9300"/>
                                </a:lnTo>
                                <a:lnTo>
                                  <a:pt x="19960" y="9127"/>
                                </a:lnTo>
                                <a:lnTo>
                                  <a:pt x="19942" y="8954"/>
                                </a:lnTo>
                                <a:lnTo>
                                  <a:pt x="19924" y="8780"/>
                                </a:lnTo>
                                <a:lnTo>
                                  <a:pt x="19903" y="8607"/>
                                </a:lnTo>
                                <a:lnTo>
                                  <a:pt x="19875" y="8434"/>
                                </a:lnTo>
                                <a:lnTo>
                                  <a:pt x="19848" y="8263"/>
                                </a:lnTo>
                                <a:lnTo>
                                  <a:pt x="19814" y="8090"/>
                                </a:lnTo>
                                <a:lnTo>
                                  <a:pt x="19781" y="7920"/>
                                </a:lnTo>
                                <a:lnTo>
                                  <a:pt x="19741" y="7749"/>
                                </a:lnTo>
                                <a:lnTo>
                                  <a:pt x="19702" y="7579"/>
                                </a:lnTo>
                                <a:lnTo>
                                  <a:pt x="19656" y="7412"/>
                                </a:lnTo>
                                <a:lnTo>
                                  <a:pt x="19611" y="7241"/>
                                </a:lnTo>
                                <a:lnTo>
                                  <a:pt x="19562" y="7074"/>
                                </a:lnTo>
                                <a:lnTo>
                                  <a:pt x="19510" y="6907"/>
                                </a:lnTo>
                                <a:lnTo>
                                  <a:pt x="19453" y="6743"/>
                                </a:lnTo>
                                <a:lnTo>
                                  <a:pt x="19395" y="6578"/>
                                </a:lnTo>
                                <a:lnTo>
                                  <a:pt x="19334" y="6414"/>
                                </a:lnTo>
                                <a:lnTo>
                                  <a:pt x="19270" y="6253"/>
                                </a:lnTo>
                                <a:lnTo>
                                  <a:pt x="19203" y="6092"/>
                                </a:lnTo>
                                <a:lnTo>
                                  <a:pt x="19133" y="5931"/>
                                </a:lnTo>
                                <a:lnTo>
                                  <a:pt x="19060" y="5773"/>
                                </a:lnTo>
                                <a:lnTo>
                                  <a:pt x="18987" y="5614"/>
                                </a:lnTo>
                                <a:lnTo>
                                  <a:pt x="18908" y="5459"/>
                                </a:lnTo>
                                <a:lnTo>
                                  <a:pt x="18829" y="5304"/>
                                </a:lnTo>
                                <a:lnTo>
                                  <a:pt x="18744" y="5149"/>
                                </a:lnTo>
                                <a:lnTo>
                                  <a:pt x="18659" y="5000"/>
                                </a:lnTo>
                                <a:lnTo>
                                  <a:pt x="18571" y="4848"/>
                                </a:lnTo>
                                <a:lnTo>
                                  <a:pt x="18479" y="4699"/>
                                </a:lnTo>
                                <a:lnTo>
                                  <a:pt x="18385" y="4553"/>
                                </a:lnTo>
                                <a:lnTo>
                                  <a:pt x="18288" y="4407"/>
                                </a:lnTo>
                                <a:lnTo>
                                  <a:pt x="18190" y="4264"/>
                                </a:lnTo>
                                <a:lnTo>
                                  <a:pt x="18090" y="4121"/>
                                </a:lnTo>
                                <a:lnTo>
                                  <a:pt x="17984" y="3981"/>
                                </a:lnTo>
                                <a:lnTo>
                                  <a:pt x="17877" y="3841"/>
                                </a:lnTo>
                                <a:lnTo>
                                  <a:pt x="17771" y="3704"/>
                                </a:lnTo>
                                <a:lnTo>
                                  <a:pt x="17658" y="3571"/>
                                </a:lnTo>
                                <a:lnTo>
                                  <a:pt x="17546" y="3437"/>
                                </a:lnTo>
                                <a:lnTo>
                                  <a:pt x="17430" y="3306"/>
                                </a:lnTo>
                                <a:lnTo>
                                  <a:pt x="17311" y="3178"/>
                                </a:lnTo>
                                <a:lnTo>
                                  <a:pt x="17193" y="3050"/>
                                </a:lnTo>
                                <a:lnTo>
                                  <a:pt x="17068" y="2929"/>
                                </a:lnTo>
                                <a:lnTo>
                                  <a:pt x="16946" y="2804"/>
                                </a:lnTo>
                                <a:lnTo>
                                  <a:pt x="16819" y="2686"/>
                                </a:lnTo>
                                <a:lnTo>
                                  <a:pt x="16691" y="2567"/>
                                </a:lnTo>
                                <a:lnTo>
                                  <a:pt x="16560" y="2451"/>
                                </a:lnTo>
                                <a:lnTo>
                                  <a:pt x="16426" y="2339"/>
                                </a:lnTo>
                                <a:lnTo>
                                  <a:pt x="16293" y="2226"/>
                                </a:lnTo>
                                <a:lnTo>
                                  <a:pt x="16156" y="2120"/>
                                </a:lnTo>
                                <a:lnTo>
                                  <a:pt x="16016" y="2013"/>
                                </a:lnTo>
                                <a:lnTo>
                                  <a:pt x="15876" y="1907"/>
                                </a:lnTo>
                                <a:lnTo>
                                  <a:pt x="15733" y="1807"/>
                                </a:lnTo>
                                <a:lnTo>
                                  <a:pt x="15590" y="1709"/>
                                </a:lnTo>
                                <a:lnTo>
                                  <a:pt x="15444" y="1612"/>
                                </a:lnTo>
                                <a:lnTo>
                                  <a:pt x="15298" y="1518"/>
                                </a:lnTo>
                                <a:lnTo>
                                  <a:pt x="15149" y="1426"/>
                                </a:lnTo>
                                <a:lnTo>
                                  <a:pt x="15000" y="1338"/>
                                </a:lnTo>
                                <a:lnTo>
                                  <a:pt x="14848" y="1253"/>
                                </a:lnTo>
                                <a:lnTo>
                                  <a:pt x="14693" y="1168"/>
                                </a:lnTo>
                                <a:lnTo>
                                  <a:pt x="14538" y="1089"/>
                                </a:lnTo>
                                <a:lnTo>
                                  <a:pt x="14383" y="1010"/>
                                </a:lnTo>
                                <a:lnTo>
                                  <a:pt x="14224" y="937"/>
                                </a:lnTo>
                                <a:lnTo>
                                  <a:pt x="14066" y="864"/>
                                </a:lnTo>
                                <a:lnTo>
                                  <a:pt x="13905" y="794"/>
                                </a:lnTo>
                                <a:lnTo>
                                  <a:pt x="13744" y="727"/>
                                </a:lnTo>
                                <a:lnTo>
                                  <a:pt x="13583" y="663"/>
                                </a:lnTo>
                                <a:lnTo>
                                  <a:pt x="13418" y="602"/>
                                </a:lnTo>
                                <a:lnTo>
                                  <a:pt x="13254" y="544"/>
                                </a:lnTo>
                                <a:lnTo>
                                  <a:pt x="13090" y="487"/>
                                </a:lnTo>
                                <a:lnTo>
                                  <a:pt x="12923" y="435"/>
                                </a:lnTo>
                                <a:lnTo>
                                  <a:pt x="12755" y="386"/>
                                </a:lnTo>
                                <a:lnTo>
                                  <a:pt x="12585" y="341"/>
                                </a:lnTo>
                                <a:lnTo>
                                  <a:pt x="12418" y="295"/>
                                </a:lnTo>
                                <a:lnTo>
                                  <a:pt x="12248" y="255"/>
                                </a:lnTo>
                                <a:lnTo>
                                  <a:pt x="12077" y="216"/>
                                </a:lnTo>
                                <a:lnTo>
                                  <a:pt x="11907" y="182"/>
                                </a:lnTo>
                                <a:lnTo>
                                  <a:pt x="11734" y="149"/>
                                </a:lnTo>
                                <a:lnTo>
                                  <a:pt x="11563" y="122"/>
                                </a:lnTo>
                                <a:lnTo>
                                  <a:pt x="11390" y="94"/>
                                </a:lnTo>
                                <a:lnTo>
                                  <a:pt x="11217" y="73"/>
                                </a:lnTo>
                                <a:lnTo>
                                  <a:pt x="11043" y="55"/>
                                </a:lnTo>
                                <a:lnTo>
                                  <a:pt x="10870" y="36"/>
                                </a:lnTo>
                                <a:lnTo>
                                  <a:pt x="10696" y="24"/>
                                </a:lnTo>
                                <a:lnTo>
                                  <a:pt x="10523" y="12"/>
                                </a:lnTo>
                                <a:lnTo>
                                  <a:pt x="10347" y="6"/>
                                </a:lnTo>
                                <a:lnTo>
                                  <a:pt x="10173" y="0"/>
                                </a:lnTo>
                                <a:lnTo>
                                  <a:pt x="10000" y="0"/>
                                </a:lnTo>
                                <a:lnTo>
                                  <a:pt x="10000" y="0"/>
                                </a:lnTo>
                                <a:lnTo>
                                  <a:pt x="10000" y="0"/>
                                </a:lnTo>
                              </a:path>
                            </a:pathLst>
                          </a:custGeom>
                          <a:blipFill rotWithShape="0">
                            <a:blip r:embed="rId2"/>
                            <a:tile/>
                          </a:blip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610200" y="610200"/>
                            <a:ext cx="2953440" cy="29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3.05pt;margin-top:499.4pt;width:328.8pt;height:328.8pt" coordorigin="261,9988" coordsize="6576,6576">
                <v:shape id="shape_0" stroked="t" style="position:absolute;left:261;top:9988;width:6575;height:6575;mso-position-vertical-relative:page">
                  <w10:wrap type="none"/>
                  <v:imagedata r:id="rId2" o:detectmouseclick="t"/>
                  <v:stroke color="black" weight="9360" joinstyle="round" endcap="flat"/>
                </v:shape>
                <v:shape id="shape_0" stroked="f" style="position:absolute;left:1222;top:10949;width:4650;height:4650;mso-position-vertical-relative:page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ind w:start="36" w:end="36" w:hanging="0"/>
                          <w:rPr/>
                        </w:pPr>
                        <w:r>
                          <w:rPr>
                            <w:sz w:val="24"/>
                            <w:kern w:val="2"/>
                            <w:szCs w:val="24"/>
                            <w:rFonts w:ascii="Liberation Serif" w:hAnsi="Liberation Serif" w:eastAsia="DejaVu Sans" w:cs="Noto Sans Devanagari"/>
                            <w:lang w:val="en-US" w:bidi="hi-IN"/>
                          </w:rPr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</v:group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7">
                <wp:simplePos x="0" y="0"/>
                <wp:positionH relativeFrom="column">
                  <wp:posOffset>1953895</wp:posOffset>
                </wp:positionH>
                <wp:positionV relativeFrom="page">
                  <wp:posOffset>8117840</wp:posOffset>
                </wp:positionV>
                <wp:extent cx="612775" cy="61277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6120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0000" y="0"/>
                              </a:moveTo>
                              <a:lnTo>
                                <a:pt x="10000" y="0"/>
                              </a:lnTo>
                              <a:lnTo>
                                <a:pt x="9819" y="0"/>
                              </a:lnTo>
                              <a:lnTo>
                                <a:pt x="9647" y="0"/>
                              </a:lnTo>
                              <a:lnTo>
                                <a:pt x="9475" y="9"/>
                              </a:lnTo>
                              <a:lnTo>
                                <a:pt x="9294" y="17"/>
                              </a:lnTo>
                              <a:lnTo>
                                <a:pt x="9122" y="34"/>
                              </a:lnTo>
                              <a:lnTo>
                                <a:pt x="8950" y="52"/>
                              </a:lnTo>
                              <a:lnTo>
                                <a:pt x="8778" y="69"/>
                              </a:lnTo>
                              <a:lnTo>
                                <a:pt x="8606" y="95"/>
                              </a:lnTo>
                              <a:lnTo>
                                <a:pt x="8434" y="120"/>
                              </a:lnTo>
                              <a:lnTo>
                                <a:pt x="8262" y="146"/>
                              </a:lnTo>
                              <a:lnTo>
                                <a:pt x="8090" y="181"/>
                              </a:lnTo>
                              <a:lnTo>
                                <a:pt x="7917" y="215"/>
                              </a:lnTo>
                              <a:lnTo>
                                <a:pt x="7745" y="250"/>
                              </a:lnTo>
                              <a:lnTo>
                                <a:pt x="7573" y="293"/>
                              </a:lnTo>
                              <a:lnTo>
                                <a:pt x="7410" y="336"/>
                              </a:lnTo>
                              <a:lnTo>
                                <a:pt x="7238" y="387"/>
                              </a:lnTo>
                              <a:lnTo>
                                <a:pt x="7074" y="430"/>
                              </a:lnTo>
                              <a:lnTo>
                                <a:pt x="6902" y="482"/>
                              </a:lnTo>
                              <a:lnTo>
                                <a:pt x="6738" y="542"/>
                              </a:lnTo>
                              <a:lnTo>
                                <a:pt x="6575" y="602"/>
                              </a:lnTo>
                              <a:lnTo>
                                <a:pt x="6411" y="663"/>
                              </a:lnTo>
                              <a:lnTo>
                                <a:pt x="6248" y="723"/>
                              </a:lnTo>
                              <a:lnTo>
                                <a:pt x="6084" y="792"/>
                              </a:lnTo>
                              <a:lnTo>
                                <a:pt x="5929" y="861"/>
                              </a:lnTo>
                              <a:lnTo>
                                <a:pt x="5766" y="929"/>
                              </a:lnTo>
                              <a:lnTo>
                                <a:pt x="5611" y="1007"/>
                              </a:lnTo>
                              <a:lnTo>
                                <a:pt x="5456" y="1084"/>
                              </a:lnTo>
                              <a:lnTo>
                                <a:pt x="5301" y="1170"/>
                              </a:lnTo>
                              <a:lnTo>
                                <a:pt x="5146" y="1248"/>
                              </a:lnTo>
                              <a:lnTo>
                                <a:pt x="5000" y="1334"/>
                              </a:lnTo>
                              <a:lnTo>
                                <a:pt x="4845" y="1420"/>
                              </a:lnTo>
                              <a:lnTo>
                                <a:pt x="4699" y="1515"/>
                              </a:lnTo>
                              <a:lnTo>
                                <a:pt x="4552" y="1609"/>
                              </a:lnTo>
                              <a:lnTo>
                                <a:pt x="4406" y="1704"/>
                              </a:lnTo>
                              <a:lnTo>
                                <a:pt x="4260" y="1807"/>
                              </a:lnTo>
                              <a:lnTo>
                                <a:pt x="4114" y="1902"/>
                              </a:lnTo>
                              <a:lnTo>
                                <a:pt x="3976" y="2005"/>
                              </a:lnTo>
                              <a:lnTo>
                                <a:pt x="3838" y="2117"/>
                              </a:lnTo>
                              <a:lnTo>
                                <a:pt x="3701" y="2220"/>
                              </a:lnTo>
                              <a:lnTo>
                                <a:pt x="3571" y="2332"/>
                              </a:lnTo>
                              <a:lnTo>
                                <a:pt x="3434" y="2453"/>
                              </a:lnTo>
                              <a:lnTo>
                                <a:pt x="3305" y="2565"/>
                              </a:lnTo>
                              <a:lnTo>
                                <a:pt x="3176" y="2685"/>
                              </a:lnTo>
                              <a:lnTo>
                                <a:pt x="3046" y="2806"/>
                              </a:lnTo>
                              <a:lnTo>
                                <a:pt x="2926" y="2926"/>
                              </a:lnTo>
                              <a:lnTo>
                                <a:pt x="2806" y="3046"/>
                              </a:lnTo>
                              <a:lnTo>
                                <a:pt x="2685" y="3176"/>
                              </a:lnTo>
                              <a:lnTo>
                                <a:pt x="2565" y="3305"/>
                              </a:lnTo>
                              <a:lnTo>
                                <a:pt x="2453" y="3434"/>
                              </a:lnTo>
                              <a:lnTo>
                                <a:pt x="2332" y="3571"/>
                              </a:lnTo>
                              <a:lnTo>
                                <a:pt x="2220" y="3701"/>
                              </a:lnTo>
                              <a:lnTo>
                                <a:pt x="2117" y="3838"/>
                              </a:lnTo>
                              <a:lnTo>
                                <a:pt x="2005" y="3976"/>
                              </a:lnTo>
                              <a:lnTo>
                                <a:pt x="1902" y="4114"/>
                              </a:lnTo>
                              <a:lnTo>
                                <a:pt x="1807" y="4260"/>
                              </a:lnTo>
                              <a:lnTo>
                                <a:pt x="1704" y="4406"/>
                              </a:lnTo>
                              <a:lnTo>
                                <a:pt x="1609" y="4552"/>
                              </a:lnTo>
                              <a:lnTo>
                                <a:pt x="1515" y="4699"/>
                              </a:lnTo>
                              <a:lnTo>
                                <a:pt x="1420" y="4845"/>
                              </a:lnTo>
                              <a:lnTo>
                                <a:pt x="1334" y="4991"/>
                              </a:lnTo>
                              <a:lnTo>
                                <a:pt x="1248" y="5146"/>
                              </a:lnTo>
                              <a:lnTo>
                                <a:pt x="1170" y="5301"/>
                              </a:lnTo>
                              <a:lnTo>
                                <a:pt x="1084" y="5456"/>
                              </a:lnTo>
                              <a:lnTo>
                                <a:pt x="1007" y="5611"/>
                              </a:lnTo>
                              <a:lnTo>
                                <a:pt x="929" y="5766"/>
                              </a:lnTo>
                              <a:lnTo>
                                <a:pt x="861" y="5929"/>
                              </a:lnTo>
                              <a:lnTo>
                                <a:pt x="792" y="6084"/>
                              </a:lnTo>
                              <a:lnTo>
                                <a:pt x="723" y="6248"/>
                              </a:lnTo>
                              <a:lnTo>
                                <a:pt x="663" y="6411"/>
                              </a:lnTo>
                              <a:lnTo>
                                <a:pt x="602" y="6575"/>
                              </a:lnTo>
                              <a:lnTo>
                                <a:pt x="542" y="6738"/>
                              </a:lnTo>
                              <a:lnTo>
                                <a:pt x="482" y="6902"/>
                              </a:lnTo>
                              <a:lnTo>
                                <a:pt x="430" y="7074"/>
                              </a:lnTo>
                              <a:lnTo>
                                <a:pt x="387" y="7238"/>
                              </a:lnTo>
                              <a:lnTo>
                                <a:pt x="336" y="7410"/>
                              </a:lnTo>
                              <a:lnTo>
                                <a:pt x="293" y="7573"/>
                              </a:lnTo>
                              <a:lnTo>
                                <a:pt x="250" y="7745"/>
                              </a:lnTo>
                              <a:lnTo>
                                <a:pt x="215" y="7917"/>
                              </a:lnTo>
                              <a:lnTo>
                                <a:pt x="181" y="8090"/>
                              </a:lnTo>
                              <a:lnTo>
                                <a:pt x="146" y="8262"/>
                              </a:lnTo>
                              <a:lnTo>
                                <a:pt x="120" y="8434"/>
                              </a:lnTo>
                              <a:lnTo>
                                <a:pt x="95" y="8606"/>
                              </a:lnTo>
                              <a:lnTo>
                                <a:pt x="69" y="8778"/>
                              </a:lnTo>
                              <a:lnTo>
                                <a:pt x="52" y="8950"/>
                              </a:lnTo>
                              <a:lnTo>
                                <a:pt x="34" y="9122"/>
                              </a:lnTo>
                              <a:lnTo>
                                <a:pt x="17" y="9294"/>
                              </a:lnTo>
                              <a:lnTo>
                                <a:pt x="9" y="9475"/>
                              </a:lnTo>
                              <a:lnTo>
                                <a:pt x="0" y="9647"/>
                              </a:lnTo>
                              <a:lnTo>
                                <a:pt x="0" y="9819"/>
                              </a:lnTo>
                              <a:lnTo>
                                <a:pt x="0" y="9991"/>
                              </a:lnTo>
                              <a:lnTo>
                                <a:pt x="0" y="10000"/>
                              </a:lnTo>
                              <a:lnTo>
                                <a:pt x="0" y="10172"/>
                              </a:lnTo>
                              <a:lnTo>
                                <a:pt x="0" y="10344"/>
                              </a:lnTo>
                              <a:lnTo>
                                <a:pt x="9" y="10516"/>
                              </a:lnTo>
                              <a:lnTo>
                                <a:pt x="17" y="10697"/>
                              </a:lnTo>
                              <a:lnTo>
                                <a:pt x="34" y="10869"/>
                              </a:lnTo>
                              <a:lnTo>
                                <a:pt x="52" y="11041"/>
                              </a:lnTo>
                              <a:lnTo>
                                <a:pt x="69" y="11213"/>
                              </a:lnTo>
                              <a:lnTo>
                                <a:pt x="95" y="11386"/>
                              </a:lnTo>
                              <a:lnTo>
                                <a:pt x="120" y="11558"/>
                              </a:lnTo>
                              <a:lnTo>
                                <a:pt x="146" y="11730"/>
                              </a:lnTo>
                              <a:lnTo>
                                <a:pt x="181" y="11902"/>
                              </a:lnTo>
                              <a:lnTo>
                                <a:pt x="215" y="12074"/>
                              </a:lnTo>
                              <a:lnTo>
                                <a:pt x="250" y="12246"/>
                              </a:lnTo>
                              <a:lnTo>
                                <a:pt x="293" y="12418"/>
                              </a:lnTo>
                              <a:lnTo>
                                <a:pt x="336" y="12582"/>
                              </a:lnTo>
                              <a:lnTo>
                                <a:pt x="387" y="12754"/>
                              </a:lnTo>
                              <a:lnTo>
                                <a:pt x="430" y="12917"/>
                              </a:lnTo>
                              <a:lnTo>
                                <a:pt x="482" y="13090"/>
                              </a:lnTo>
                              <a:lnTo>
                                <a:pt x="542" y="13253"/>
                              </a:lnTo>
                              <a:lnTo>
                                <a:pt x="602" y="13417"/>
                              </a:lnTo>
                              <a:lnTo>
                                <a:pt x="663" y="13580"/>
                              </a:lnTo>
                              <a:lnTo>
                                <a:pt x="723" y="13744"/>
                              </a:lnTo>
                              <a:lnTo>
                                <a:pt x="792" y="13907"/>
                              </a:lnTo>
                              <a:lnTo>
                                <a:pt x="861" y="14062"/>
                              </a:lnTo>
                              <a:lnTo>
                                <a:pt x="929" y="14225"/>
                              </a:lnTo>
                              <a:lnTo>
                                <a:pt x="1007" y="14380"/>
                              </a:lnTo>
                              <a:lnTo>
                                <a:pt x="1084" y="14535"/>
                              </a:lnTo>
                              <a:lnTo>
                                <a:pt x="1170" y="14690"/>
                              </a:lnTo>
                              <a:lnTo>
                                <a:pt x="1248" y="14845"/>
                              </a:lnTo>
                              <a:lnTo>
                                <a:pt x="1334" y="14991"/>
                              </a:lnTo>
                              <a:lnTo>
                                <a:pt x="1420" y="15146"/>
                              </a:lnTo>
                              <a:lnTo>
                                <a:pt x="1515" y="15293"/>
                              </a:lnTo>
                              <a:lnTo>
                                <a:pt x="1609" y="15439"/>
                              </a:lnTo>
                              <a:lnTo>
                                <a:pt x="1704" y="15585"/>
                              </a:lnTo>
                              <a:lnTo>
                                <a:pt x="1807" y="15731"/>
                              </a:lnTo>
                              <a:lnTo>
                                <a:pt x="1902" y="15878"/>
                              </a:lnTo>
                              <a:lnTo>
                                <a:pt x="2005" y="16015"/>
                              </a:lnTo>
                              <a:lnTo>
                                <a:pt x="2117" y="16153"/>
                              </a:lnTo>
                              <a:lnTo>
                                <a:pt x="2220" y="16291"/>
                              </a:lnTo>
                              <a:lnTo>
                                <a:pt x="2332" y="16420"/>
                              </a:lnTo>
                              <a:lnTo>
                                <a:pt x="2453" y="16558"/>
                              </a:lnTo>
                              <a:lnTo>
                                <a:pt x="2565" y="16687"/>
                              </a:lnTo>
                              <a:lnTo>
                                <a:pt x="2685" y="16816"/>
                              </a:lnTo>
                              <a:lnTo>
                                <a:pt x="2806" y="16945"/>
                              </a:lnTo>
                              <a:lnTo>
                                <a:pt x="2926" y="17065"/>
                              </a:lnTo>
                              <a:lnTo>
                                <a:pt x="3046" y="17186"/>
                              </a:lnTo>
                              <a:lnTo>
                                <a:pt x="3176" y="17306"/>
                              </a:lnTo>
                              <a:lnTo>
                                <a:pt x="3305" y="17427"/>
                              </a:lnTo>
                              <a:lnTo>
                                <a:pt x="3434" y="17539"/>
                              </a:lnTo>
                              <a:lnTo>
                                <a:pt x="3571" y="17659"/>
                              </a:lnTo>
                              <a:lnTo>
                                <a:pt x="3701" y="17771"/>
                              </a:lnTo>
                              <a:lnTo>
                                <a:pt x="3838" y="17874"/>
                              </a:lnTo>
                              <a:lnTo>
                                <a:pt x="3976" y="17986"/>
                              </a:lnTo>
                              <a:lnTo>
                                <a:pt x="4114" y="18090"/>
                              </a:lnTo>
                              <a:lnTo>
                                <a:pt x="4260" y="18184"/>
                              </a:lnTo>
                              <a:lnTo>
                                <a:pt x="4406" y="18287"/>
                              </a:lnTo>
                              <a:lnTo>
                                <a:pt x="4552" y="18382"/>
                              </a:lnTo>
                              <a:lnTo>
                                <a:pt x="4699" y="18477"/>
                              </a:lnTo>
                              <a:lnTo>
                                <a:pt x="4845" y="18571"/>
                              </a:lnTo>
                              <a:lnTo>
                                <a:pt x="4991" y="18657"/>
                              </a:lnTo>
                              <a:lnTo>
                                <a:pt x="5146" y="18744"/>
                              </a:lnTo>
                              <a:lnTo>
                                <a:pt x="5301" y="18821"/>
                              </a:lnTo>
                              <a:lnTo>
                                <a:pt x="5456" y="18907"/>
                              </a:lnTo>
                              <a:lnTo>
                                <a:pt x="5611" y="18985"/>
                              </a:lnTo>
                              <a:lnTo>
                                <a:pt x="5766" y="19062"/>
                              </a:lnTo>
                              <a:lnTo>
                                <a:pt x="5929" y="19131"/>
                              </a:lnTo>
                              <a:lnTo>
                                <a:pt x="6084" y="19200"/>
                              </a:lnTo>
                              <a:lnTo>
                                <a:pt x="6248" y="19269"/>
                              </a:lnTo>
                              <a:lnTo>
                                <a:pt x="6411" y="19329"/>
                              </a:lnTo>
                              <a:lnTo>
                                <a:pt x="6575" y="19389"/>
                              </a:lnTo>
                              <a:lnTo>
                                <a:pt x="6738" y="19449"/>
                              </a:lnTo>
                              <a:lnTo>
                                <a:pt x="6902" y="19509"/>
                              </a:lnTo>
                              <a:lnTo>
                                <a:pt x="7074" y="19561"/>
                              </a:lnTo>
                              <a:lnTo>
                                <a:pt x="7238" y="19604"/>
                              </a:lnTo>
                              <a:lnTo>
                                <a:pt x="7410" y="19656"/>
                              </a:lnTo>
                              <a:lnTo>
                                <a:pt x="7573" y="19699"/>
                              </a:lnTo>
                              <a:lnTo>
                                <a:pt x="7745" y="19742"/>
                              </a:lnTo>
                              <a:lnTo>
                                <a:pt x="7917" y="19776"/>
                              </a:lnTo>
                              <a:lnTo>
                                <a:pt x="8090" y="19811"/>
                              </a:lnTo>
                              <a:lnTo>
                                <a:pt x="8262" y="19845"/>
                              </a:lnTo>
                              <a:lnTo>
                                <a:pt x="8434" y="19871"/>
                              </a:lnTo>
                              <a:lnTo>
                                <a:pt x="8606" y="19897"/>
                              </a:lnTo>
                              <a:lnTo>
                                <a:pt x="8778" y="19923"/>
                              </a:lnTo>
                              <a:lnTo>
                                <a:pt x="8950" y="19940"/>
                              </a:lnTo>
                              <a:lnTo>
                                <a:pt x="9122" y="19957"/>
                              </a:lnTo>
                              <a:lnTo>
                                <a:pt x="9294" y="19974"/>
                              </a:lnTo>
                              <a:lnTo>
                                <a:pt x="9475" y="19983"/>
                              </a:lnTo>
                              <a:lnTo>
                                <a:pt x="9647" y="19991"/>
                              </a:lnTo>
                              <a:lnTo>
                                <a:pt x="9819" y="19991"/>
                              </a:lnTo>
                              <a:lnTo>
                                <a:pt x="10000" y="20000"/>
                              </a:lnTo>
                              <a:lnTo>
                                <a:pt x="10000" y="20000"/>
                              </a:lnTo>
                              <a:lnTo>
                                <a:pt x="10000" y="20000"/>
                              </a:lnTo>
                              <a:lnTo>
                                <a:pt x="10172" y="19991"/>
                              </a:lnTo>
                              <a:lnTo>
                                <a:pt x="10344" y="19991"/>
                              </a:lnTo>
                              <a:lnTo>
                                <a:pt x="10516" y="19983"/>
                              </a:lnTo>
                              <a:lnTo>
                                <a:pt x="10697" y="19974"/>
                              </a:lnTo>
                              <a:lnTo>
                                <a:pt x="10869" y="19957"/>
                              </a:lnTo>
                              <a:lnTo>
                                <a:pt x="11041" y="19940"/>
                              </a:lnTo>
                              <a:lnTo>
                                <a:pt x="11213" y="19923"/>
                              </a:lnTo>
                              <a:lnTo>
                                <a:pt x="11386" y="19897"/>
                              </a:lnTo>
                              <a:lnTo>
                                <a:pt x="11558" y="19871"/>
                              </a:lnTo>
                              <a:lnTo>
                                <a:pt x="11730" y="19845"/>
                              </a:lnTo>
                              <a:lnTo>
                                <a:pt x="11902" y="19811"/>
                              </a:lnTo>
                              <a:lnTo>
                                <a:pt x="12074" y="19776"/>
                              </a:lnTo>
                              <a:lnTo>
                                <a:pt x="12246" y="19742"/>
                              </a:lnTo>
                              <a:lnTo>
                                <a:pt x="12418" y="19699"/>
                              </a:lnTo>
                              <a:lnTo>
                                <a:pt x="12582" y="19656"/>
                              </a:lnTo>
                              <a:lnTo>
                                <a:pt x="12754" y="19604"/>
                              </a:lnTo>
                              <a:lnTo>
                                <a:pt x="12917" y="19561"/>
                              </a:lnTo>
                              <a:lnTo>
                                <a:pt x="13090" y="19509"/>
                              </a:lnTo>
                              <a:lnTo>
                                <a:pt x="13253" y="19449"/>
                              </a:lnTo>
                              <a:lnTo>
                                <a:pt x="13417" y="19389"/>
                              </a:lnTo>
                              <a:lnTo>
                                <a:pt x="13580" y="19329"/>
                              </a:lnTo>
                              <a:lnTo>
                                <a:pt x="13744" y="19269"/>
                              </a:lnTo>
                              <a:lnTo>
                                <a:pt x="13907" y="19200"/>
                              </a:lnTo>
                              <a:lnTo>
                                <a:pt x="14062" y="19131"/>
                              </a:lnTo>
                              <a:lnTo>
                                <a:pt x="14225" y="19062"/>
                              </a:lnTo>
                              <a:lnTo>
                                <a:pt x="14380" y="18985"/>
                              </a:lnTo>
                              <a:lnTo>
                                <a:pt x="14535" y="18907"/>
                              </a:lnTo>
                              <a:lnTo>
                                <a:pt x="14690" y="18821"/>
                              </a:lnTo>
                              <a:lnTo>
                                <a:pt x="14845" y="18744"/>
                              </a:lnTo>
                              <a:lnTo>
                                <a:pt x="14991" y="18657"/>
                              </a:lnTo>
                              <a:lnTo>
                                <a:pt x="15146" y="18571"/>
                              </a:lnTo>
                              <a:lnTo>
                                <a:pt x="15293" y="18477"/>
                              </a:lnTo>
                              <a:lnTo>
                                <a:pt x="15439" y="18382"/>
                              </a:lnTo>
                              <a:lnTo>
                                <a:pt x="15585" y="18287"/>
                              </a:lnTo>
                              <a:lnTo>
                                <a:pt x="15731" y="18184"/>
                              </a:lnTo>
                              <a:lnTo>
                                <a:pt x="15878" y="18090"/>
                              </a:lnTo>
                              <a:lnTo>
                                <a:pt x="16015" y="17986"/>
                              </a:lnTo>
                              <a:lnTo>
                                <a:pt x="16153" y="17874"/>
                              </a:lnTo>
                              <a:lnTo>
                                <a:pt x="16291" y="17771"/>
                              </a:lnTo>
                              <a:lnTo>
                                <a:pt x="16420" y="17659"/>
                              </a:lnTo>
                              <a:lnTo>
                                <a:pt x="16558" y="17539"/>
                              </a:lnTo>
                              <a:lnTo>
                                <a:pt x="16687" y="17427"/>
                              </a:lnTo>
                              <a:lnTo>
                                <a:pt x="16816" y="17306"/>
                              </a:lnTo>
                              <a:lnTo>
                                <a:pt x="16945" y="17186"/>
                              </a:lnTo>
                              <a:lnTo>
                                <a:pt x="17065" y="17065"/>
                              </a:lnTo>
                              <a:lnTo>
                                <a:pt x="17186" y="16945"/>
                              </a:lnTo>
                              <a:lnTo>
                                <a:pt x="17306" y="16816"/>
                              </a:lnTo>
                              <a:lnTo>
                                <a:pt x="17427" y="16687"/>
                              </a:lnTo>
                              <a:lnTo>
                                <a:pt x="17539" y="16558"/>
                              </a:lnTo>
                              <a:lnTo>
                                <a:pt x="17659" y="16420"/>
                              </a:lnTo>
                              <a:lnTo>
                                <a:pt x="17771" y="16291"/>
                              </a:lnTo>
                              <a:lnTo>
                                <a:pt x="17874" y="16153"/>
                              </a:lnTo>
                              <a:lnTo>
                                <a:pt x="17986" y="16015"/>
                              </a:lnTo>
                              <a:lnTo>
                                <a:pt x="18090" y="15878"/>
                              </a:lnTo>
                              <a:lnTo>
                                <a:pt x="18184" y="15731"/>
                              </a:lnTo>
                              <a:lnTo>
                                <a:pt x="18287" y="15585"/>
                              </a:lnTo>
                              <a:lnTo>
                                <a:pt x="18382" y="15439"/>
                              </a:lnTo>
                              <a:lnTo>
                                <a:pt x="18477" y="15293"/>
                              </a:lnTo>
                              <a:lnTo>
                                <a:pt x="18571" y="15146"/>
                              </a:lnTo>
                              <a:lnTo>
                                <a:pt x="18657" y="15000"/>
                              </a:lnTo>
                              <a:lnTo>
                                <a:pt x="18744" y="14845"/>
                              </a:lnTo>
                              <a:lnTo>
                                <a:pt x="18821" y="14690"/>
                              </a:lnTo>
                              <a:lnTo>
                                <a:pt x="18907" y="14535"/>
                              </a:lnTo>
                              <a:lnTo>
                                <a:pt x="18985" y="14380"/>
                              </a:lnTo>
                              <a:lnTo>
                                <a:pt x="19062" y="14225"/>
                              </a:lnTo>
                              <a:lnTo>
                                <a:pt x="19131" y="14062"/>
                              </a:lnTo>
                              <a:lnTo>
                                <a:pt x="19200" y="13907"/>
                              </a:lnTo>
                              <a:lnTo>
                                <a:pt x="19269" y="13744"/>
                              </a:lnTo>
                              <a:lnTo>
                                <a:pt x="19329" y="13580"/>
                              </a:lnTo>
                              <a:lnTo>
                                <a:pt x="19389" y="13417"/>
                              </a:lnTo>
                              <a:lnTo>
                                <a:pt x="19449" y="13253"/>
                              </a:lnTo>
                              <a:lnTo>
                                <a:pt x="19509" y="13090"/>
                              </a:lnTo>
                              <a:lnTo>
                                <a:pt x="19561" y="12917"/>
                              </a:lnTo>
                              <a:lnTo>
                                <a:pt x="19604" y="12754"/>
                              </a:lnTo>
                              <a:lnTo>
                                <a:pt x="19656" y="12582"/>
                              </a:lnTo>
                              <a:lnTo>
                                <a:pt x="19699" y="12418"/>
                              </a:lnTo>
                              <a:lnTo>
                                <a:pt x="19742" y="12246"/>
                              </a:lnTo>
                              <a:lnTo>
                                <a:pt x="19776" y="12074"/>
                              </a:lnTo>
                              <a:lnTo>
                                <a:pt x="19811" y="11902"/>
                              </a:lnTo>
                              <a:lnTo>
                                <a:pt x="19845" y="11730"/>
                              </a:lnTo>
                              <a:lnTo>
                                <a:pt x="19871" y="11558"/>
                              </a:lnTo>
                              <a:lnTo>
                                <a:pt x="19897" y="11386"/>
                              </a:lnTo>
                              <a:lnTo>
                                <a:pt x="19923" y="11213"/>
                              </a:lnTo>
                              <a:lnTo>
                                <a:pt x="19940" y="11041"/>
                              </a:lnTo>
                              <a:lnTo>
                                <a:pt x="19957" y="10869"/>
                              </a:lnTo>
                              <a:lnTo>
                                <a:pt x="19974" y="10697"/>
                              </a:lnTo>
                              <a:lnTo>
                                <a:pt x="19983" y="10516"/>
                              </a:lnTo>
                              <a:lnTo>
                                <a:pt x="19991" y="10344"/>
                              </a:lnTo>
                              <a:lnTo>
                                <a:pt x="19991" y="10172"/>
                              </a:lnTo>
                              <a:lnTo>
                                <a:pt x="19991" y="10000"/>
                              </a:lnTo>
                              <a:lnTo>
                                <a:pt x="20000" y="10000"/>
                              </a:lnTo>
                              <a:lnTo>
                                <a:pt x="19991" y="9819"/>
                              </a:lnTo>
                              <a:lnTo>
                                <a:pt x="19991" y="9647"/>
                              </a:lnTo>
                              <a:lnTo>
                                <a:pt x="19983" y="9475"/>
                              </a:lnTo>
                              <a:lnTo>
                                <a:pt x="19974" y="9294"/>
                              </a:lnTo>
                              <a:lnTo>
                                <a:pt x="19957" y="9122"/>
                              </a:lnTo>
                              <a:lnTo>
                                <a:pt x="19940" y="8950"/>
                              </a:lnTo>
                              <a:lnTo>
                                <a:pt x="19923" y="8778"/>
                              </a:lnTo>
                              <a:lnTo>
                                <a:pt x="19897" y="8606"/>
                              </a:lnTo>
                              <a:lnTo>
                                <a:pt x="19871" y="8434"/>
                              </a:lnTo>
                              <a:lnTo>
                                <a:pt x="19845" y="8262"/>
                              </a:lnTo>
                              <a:lnTo>
                                <a:pt x="19811" y="8090"/>
                              </a:lnTo>
                              <a:lnTo>
                                <a:pt x="19776" y="7917"/>
                              </a:lnTo>
                              <a:lnTo>
                                <a:pt x="19742" y="7745"/>
                              </a:lnTo>
                              <a:lnTo>
                                <a:pt x="19699" y="7573"/>
                              </a:lnTo>
                              <a:lnTo>
                                <a:pt x="19656" y="7410"/>
                              </a:lnTo>
                              <a:lnTo>
                                <a:pt x="19604" y="7238"/>
                              </a:lnTo>
                              <a:lnTo>
                                <a:pt x="19561" y="7074"/>
                              </a:lnTo>
                              <a:lnTo>
                                <a:pt x="19509" y="6902"/>
                              </a:lnTo>
                              <a:lnTo>
                                <a:pt x="19449" y="6738"/>
                              </a:lnTo>
                              <a:lnTo>
                                <a:pt x="19389" y="6575"/>
                              </a:lnTo>
                              <a:lnTo>
                                <a:pt x="19329" y="6411"/>
                              </a:lnTo>
                              <a:lnTo>
                                <a:pt x="19269" y="6248"/>
                              </a:lnTo>
                              <a:lnTo>
                                <a:pt x="19200" y="6084"/>
                              </a:lnTo>
                              <a:lnTo>
                                <a:pt x="19131" y="5929"/>
                              </a:lnTo>
                              <a:lnTo>
                                <a:pt x="19062" y="5766"/>
                              </a:lnTo>
                              <a:lnTo>
                                <a:pt x="18985" y="5611"/>
                              </a:lnTo>
                              <a:lnTo>
                                <a:pt x="18907" y="5456"/>
                              </a:lnTo>
                              <a:lnTo>
                                <a:pt x="18821" y="5301"/>
                              </a:lnTo>
                              <a:lnTo>
                                <a:pt x="18744" y="5146"/>
                              </a:lnTo>
                              <a:lnTo>
                                <a:pt x="18657" y="5000"/>
                              </a:lnTo>
                              <a:lnTo>
                                <a:pt x="18571" y="4845"/>
                              </a:lnTo>
                              <a:lnTo>
                                <a:pt x="18477" y="4699"/>
                              </a:lnTo>
                              <a:lnTo>
                                <a:pt x="18382" y="4552"/>
                              </a:lnTo>
                              <a:lnTo>
                                <a:pt x="18287" y="4406"/>
                              </a:lnTo>
                              <a:lnTo>
                                <a:pt x="18184" y="4260"/>
                              </a:lnTo>
                              <a:lnTo>
                                <a:pt x="18090" y="4114"/>
                              </a:lnTo>
                              <a:lnTo>
                                <a:pt x="17986" y="3976"/>
                              </a:lnTo>
                              <a:lnTo>
                                <a:pt x="17874" y="3838"/>
                              </a:lnTo>
                              <a:lnTo>
                                <a:pt x="17771" y="3701"/>
                              </a:lnTo>
                              <a:lnTo>
                                <a:pt x="17659" y="3571"/>
                              </a:lnTo>
                              <a:lnTo>
                                <a:pt x="17539" y="3434"/>
                              </a:lnTo>
                              <a:lnTo>
                                <a:pt x="17427" y="3305"/>
                              </a:lnTo>
                              <a:lnTo>
                                <a:pt x="17306" y="3176"/>
                              </a:lnTo>
                              <a:lnTo>
                                <a:pt x="17186" y="3046"/>
                              </a:lnTo>
                              <a:lnTo>
                                <a:pt x="17065" y="2926"/>
                              </a:lnTo>
                              <a:lnTo>
                                <a:pt x="16945" y="2806"/>
                              </a:lnTo>
                              <a:lnTo>
                                <a:pt x="16816" y="2685"/>
                              </a:lnTo>
                              <a:lnTo>
                                <a:pt x="16687" y="2565"/>
                              </a:lnTo>
                              <a:lnTo>
                                <a:pt x="16558" y="2453"/>
                              </a:lnTo>
                              <a:lnTo>
                                <a:pt x="16420" y="2332"/>
                              </a:lnTo>
                              <a:lnTo>
                                <a:pt x="16291" y="2220"/>
                              </a:lnTo>
                              <a:lnTo>
                                <a:pt x="16153" y="2117"/>
                              </a:lnTo>
                              <a:lnTo>
                                <a:pt x="16015" y="2005"/>
                              </a:lnTo>
                              <a:lnTo>
                                <a:pt x="15878" y="1902"/>
                              </a:lnTo>
                              <a:lnTo>
                                <a:pt x="15731" y="1807"/>
                              </a:lnTo>
                              <a:lnTo>
                                <a:pt x="15585" y="1704"/>
                              </a:lnTo>
                              <a:lnTo>
                                <a:pt x="15439" y="1609"/>
                              </a:lnTo>
                              <a:lnTo>
                                <a:pt x="15293" y="1515"/>
                              </a:lnTo>
                              <a:lnTo>
                                <a:pt x="15146" y="1420"/>
                              </a:lnTo>
                              <a:lnTo>
                                <a:pt x="15000" y="1334"/>
                              </a:lnTo>
                              <a:lnTo>
                                <a:pt x="14845" y="1248"/>
                              </a:lnTo>
                              <a:lnTo>
                                <a:pt x="14690" y="1170"/>
                              </a:lnTo>
                              <a:lnTo>
                                <a:pt x="14535" y="1084"/>
                              </a:lnTo>
                              <a:lnTo>
                                <a:pt x="14380" y="1007"/>
                              </a:lnTo>
                              <a:lnTo>
                                <a:pt x="14225" y="929"/>
                              </a:lnTo>
                              <a:lnTo>
                                <a:pt x="14062" y="861"/>
                              </a:lnTo>
                              <a:lnTo>
                                <a:pt x="13907" y="792"/>
                              </a:lnTo>
                              <a:lnTo>
                                <a:pt x="13744" y="723"/>
                              </a:lnTo>
                              <a:lnTo>
                                <a:pt x="13580" y="663"/>
                              </a:lnTo>
                              <a:lnTo>
                                <a:pt x="13417" y="602"/>
                              </a:lnTo>
                              <a:lnTo>
                                <a:pt x="13253" y="542"/>
                              </a:lnTo>
                              <a:lnTo>
                                <a:pt x="13090" y="482"/>
                              </a:lnTo>
                              <a:lnTo>
                                <a:pt x="12917" y="430"/>
                              </a:lnTo>
                              <a:lnTo>
                                <a:pt x="12754" y="387"/>
                              </a:lnTo>
                              <a:lnTo>
                                <a:pt x="12582" y="336"/>
                              </a:lnTo>
                              <a:lnTo>
                                <a:pt x="12418" y="293"/>
                              </a:lnTo>
                              <a:lnTo>
                                <a:pt x="12246" y="250"/>
                              </a:lnTo>
                              <a:lnTo>
                                <a:pt x="12074" y="215"/>
                              </a:lnTo>
                              <a:lnTo>
                                <a:pt x="11902" y="181"/>
                              </a:lnTo>
                              <a:lnTo>
                                <a:pt x="11730" y="146"/>
                              </a:lnTo>
                              <a:lnTo>
                                <a:pt x="11558" y="120"/>
                              </a:lnTo>
                              <a:lnTo>
                                <a:pt x="11386" y="95"/>
                              </a:lnTo>
                              <a:lnTo>
                                <a:pt x="11213" y="69"/>
                              </a:lnTo>
                              <a:lnTo>
                                <a:pt x="11041" y="52"/>
                              </a:lnTo>
                              <a:lnTo>
                                <a:pt x="10869" y="34"/>
                              </a:lnTo>
                              <a:lnTo>
                                <a:pt x="10697" y="17"/>
                              </a:lnTo>
                              <a:lnTo>
                                <a:pt x="10516" y="9"/>
                              </a:lnTo>
                              <a:lnTo>
                                <a:pt x="10344" y="0"/>
                              </a:lnTo>
                              <a:lnTo>
                                <a:pt x="10172" y="0"/>
                              </a:lnTo>
                              <a:lnTo>
                                <a:pt x="10000" y="0"/>
                              </a:lnTo>
                              <a:lnTo>
                                <a:pt x="10000" y="0"/>
                              </a:ln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blipFill rotWithShape="0">
                          <a:blip r:embed="rId2"/>
                          <a:tile/>
                        </a:blip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153.85pt;margin-top:639.2pt;width:48.15pt;height:48.15pt;mso-position-vertical-relative:page">
                <w10:wrap type="none"/>
                <v:imagedata r:id="rId2" o:detectmouseclick="t"/>
                <v:stroke color="black" weight="9360" joinstyle="round" endcap="flat"/>
              </v:shape>
            </w:pict>
          </mc:Fallback>
        </mc:AlternateContent>
      </w:r>
    </w:p>
    <w:sectPr>
      <w:type w:val="nextPage"/>
      <w:pgSz w:w="11906" w:h="16838"/>
      <w:pgMar w:left="0" w:right="0" w:header="0" w:top="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  <w:font w:name="HolliDB">
    <w:charset w:val="00" w:characterSet="windows-1252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de-DE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Epgrafe">
    <w:name w:val="Epígrafe"/>
    <w:basedOn w:val="Normal"/>
    <w:next w:val="Normal"/>
    <w:qFormat/>
    <w:pPr>
      <w:jc w:val="center"/>
    </w:pPr>
    <w:rPr>
      <w:rFonts w:ascii="HolliDB" w:hAnsi="HolliDB" w:cs="HolliDB"/>
      <w:shadow/>
      <w:color w:val="0000FF"/>
      <w:sz w:val="4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3etiquetas_cd1.dot</Template>
  <TotalTime>1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2008-03-12T15:31:00Z</dcterms:created>
  <dc:creator>katrin</dc:creator>
  <dc:description/>
  <cp:keywords/>
  <dc:language>en-US</dc:language>
  <cp:lastModifiedBy>katrin</cp:lastModifiedBy>
  <cp:lastPrinted>2007-09-24T11:50:00Z</cp:lastPrinted>
  <dcterms:modified xsi:type="dcterms:W3CDTF">2008-03-12T15:37:00Z</dcterms:modified>
  <cp:revision>2</cp:revision>
  <dc:subject> </dc:subject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WdDoc*">
    <vt:lpwstr>CWdDoc*</vt:lpwstr>
  </property>
  <property fmtid="{D5CDD505-2E9C-101B-9397-08002B2CF9AE}" pid="3" name="OS">
    <vt:lpwstr>OS</vt:lpwstr>
  </property>
  <property fmtid="{D5CDD505-2E9C-101B-9397-08002B2CF9AE}" pid="4" name="RUNTIME_CLASS">
    <vt:lpwstr>RUNTIME_CLASS</vt:lpwstr>
  </property>
  <property fmtid="{D5CDD505-2E9C-101B-9397-08002B2CF9AE}" pid="5" name="WAPI">
    <vt:lpwstr>WAPI</vt:lpwstr>
  </property>
  <property fmtid="{D5CDD505-2E9C-101B-9397-08002B2CF9AE}" pid="6" name="WordProcessor">
    <vt:lpwstr>WordProcessor</vt:lpwstr>
  </property>
</Properties>
</file>